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07B20" w:rsidR="006E5D65" w:rsidP="002D3375" w:rsidRDefault="00997F14" w14:paraId="0C01B718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A2B6D">
        <w:rPr>
          <w:rFonts w:ascii="Corbel" w:hAnsi="Corbel"/>
          <w:bCs/>
          <w:sz w:val="24"/>
          <w:szCs w:val="24"/>
        </w:rPr>
        <w:t xml:space="preserve">   </w:t>
      </w:r>
      <w:r w:rsidRPr="00FA2B6D" w:rsidR="00CD6897">
        <w:rPr>
          <w:rFonts w:ascii="Corbel" w:hAnsi="Corbel"/>
          <w:bCs/>
          <w:sz w:val="24"/>
          <w:szCs w:val="24"/>
        </w:rPr>
        <w:tab/>
      </w:r>
      <w:r w:rsidRPr="00FA2B6D" w:rsidR="00CD6897">
        <w:rPr>
          <w:rFonts w:ascii="Corbel" w:hAnsi="Corbel"/>
          <w:bCs/>
          <w:sz w:val="24"/>
          <w:szCs w:val="24"/>
        </w:rPr>
        <w:tab/>
      </w:r>
      <w:r w:rsidRPr="00FA2B6D" w:rsidR="00CD6897">
        <w:rPr>
          <w:rFonts w:ascii="Corbel" w:hAnsi="Corbel"/>
          <w:bCs/>
          <w:sz w:val="24"/>
          <w:szCs w:val="24"/>
        </w:rPr>
        <w:tab/>
      </w:r>
      <w:r w:rsidRPr="00FA2B6D" w:rsidR="00CD6897">
        <w:rPr>
          <w:rFonts w:ascii="Corbel" w:hAnsi="Corbel"/>
          <w:bCs/>
          <w:sz w:val="24"/>
          <w:szCs w:val="24"/>
        </w:rPr>
        <w:tab/>
      </w:r>
      <w:r w:rsidRPr="00707B20" w:rsidR="00CD6897">
        <w:rPr>
          <w:rFonts w:ascii="Corbel" w:hAnsi="Corbel"/>
          <w:b/>
          <w:bCs/>
          <w:sz w:val="24"/>
          <w:szCs w:val="24"/>
        </w:rPr>
        <w:tab/>
      </w:r>
      <w:r w:rsidRPr="00707B20" w:rsidR="00CD6897">
        <w:rPr>
          <w:rFonts w:ascii="Corbel" w:hAnsi="Corbel"/>
          <w:b/>
          <w:bCs/>
          <w:sz w:val="24"/>
          <w:szCs w:val="24"/>
        </w:rPr>
        <w:tab/>
      </w:r>
      <w:r w:rsidRPr="00707B20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707B20" w:rsidR="006F31E2">
        <w:rPr>
          <w:rFonts w:ascii="Corbel" w:hAnsi="Corbel"/>
          <w:bCs/>
          <w:i/>
          <w:sz w:val="24"/>
          <w:szCs w:val="24"/>
        </w:rPr>
        <w:t>1.5</w:t>
      </w:r>
      <w:r w:rsidRPr="00707B20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707B20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707B20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707B20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707B20" w:rsidR="0085747A" w:rsidP="009C54AE" w:rsidRDefault="0085747A" w14:paraId="38D9D65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7B20">
        <w:rPr>
          <w:rFonts w:ascii="Corbel" w:hAnsi="Corbel"/>
          <w:b/>
          <w:smallCaps/>
          <w:sz w:val="24"/>
          <w:szCs w:val="24"/>
        </w:rPr>
        <w:t>SYLABUS</w:t>
      </w:r>
    </w:p>
    <w:p w:rsidRPr="00707B20" w:rsidR="0085747A" w:rsidP="1A788830" w:rsidRDefault="0071620A" w14:paraId="180040B7" w14:textId="595E865C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1A788830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1A788830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1A788830" w:rsidR="00FB6BDE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1A788830" w:rsidR="002864EF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1A788830" w:rsidR="005F596F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1A788830" w:rsidR="002864EF">
        <w:rPr>
          <w:rFonts w:ascii="Corbel" w:hAnsi="Corbel"/>
          <w:b w:val="1"/>
          <w:bCs w:val="1"/>
          <w:smallCaps w:val="1"/>
          <w:sz w:val="24"/>
          <w:szCs w:val="24"/>
        </w:rPr>
        <w:t>/</w:t>
      </w:r>
      <w:r w:rsidRPr="1A788830" w:rsidR="63294A20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1A788830" w:rsidR="002864EF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1A788830" w:rsidR="005F596F">
        <w:rPr>
          <w:rFonts w:ascii="Corbel" w:hAnsi="Corbel"/>
          <w:b w:val="1"/>
          <w:bCs w:val="1"/>
          <w:smallCaps w:val="1"/>
          <w:sz w:val="24"/>
          <w:szCs w:val="24"/>
        </w:rPr>
        <w:t>3</w:t>
      </w:r>
      <w:r w:rsidRPr="1A788830" w:rsidR="002864EF">
        <w:rPr>
          <w:rFonts w:ascii="Corbel" w:hAnsi="Corbel"/>
          <w:b w:val="1"/>
          <w:bCs w:val="1"/>
          <w:smallCaps w:val="1"/>
          <w:sz w:val="24"/>
          <w:szCs w:val="24"/>
        </w:rPr>
        <w:t>-2024</w:t>
      </w:r>
      <w:r w:rsidRPr="1A788830" w:rsidR="6205C2A7">
        <w:rPr>
          <w:rFonts w:ascii="Corbel" w:hAnsi="Corbel"/>
          <w:b w:val="1"/>
          <w:bCs w:val="1"/>
          <w:smallCaps w:val="1"/>
          <w:sz w:val="24"/>
          <w:szCs w:val="24"/>
        </w:rPr>
        <w:t>/20</w:t>
      </w:r>
      <w:r w:rsidRPr="1A788830" w:rsidR="002864EF">
        <w:rPr>
          <w:rFonts w:ascii="Corbel" w:hAnsi="Corbel"/>
          <w:b w:val="1"/>
          <w:bCs w:val="1"/>
          <w:smallCaps w:val="1"/>
          <w:sz w:val="24"/>
          <w:szCs w:val="24"/>
        </w:rPr>
        <w:t>25</w:t>
      </w:r>
      <w:r w:rsidRPr="1A788830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Pr="002A7F12" w:rsidR="0085747A" w:rsidP="00EA4832" w:rsidRDefault="00EA4832" w14:paraId="5CBF6B0B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07B20">
        <w:rPr>
          <w:rFonts w:ascii="Corbel" w:hAnsi="Corbel"/>
          <w:b/>
          <w:i/>
          <w:sz w:val="24"/>
          <w:szCs w:val="24"/>
        </w:rPr>
        <w:t xml:space="preserve">                                                                                                          </w:t>
      </w:r>
      <w:r w:rsidRPr="002A7F12">
        <w:rPr>
          <w:rFonts w:ascii="Corbel" w:hAnsi="Corbel"/>
          <w:i/>
          <w:sz w:val="24"/>
          <w:szCs w:val="24"/>
        </w:rPr>
        <w:t xml:space="preserve">   </w:t>
      </w:r>
      <w:r w:rsidRPr="002A7F12" w:rsidR="0085747A">
        <w:rPr>
          <w:rFonts w:ascii="Corbel" w:hAnsi="Corbel"/>
          <w:i/>
          <w:sz w:val="24"/>
          <w:szCs w:val="24"/>
        </w:rPr>
        <w:t>(skrajne daty</w:t>
      </w:r>
      <w:r w:rsidRPr="002A7F12" w:rsidR="0085747A">
        <w:rPr>
          <w:rFonts w:ascii="Corbel" w:hAnsi="Corbel"/>
          <w:sz w:val="24"/>
          <w:szCs w:val="24"/>
        </w:rPr>
        <w:t>)</w:t>
      </w:r>
    </w:p>
    <w:p w:rsidRPr="002A7F12" w:rsidR="00445970" w:rsidP="00EA4832" w:rsidRDefault="00445970" w14:paraId="367A7889" w14:textId="296981B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A7F12">
        <w:rPr>
          <w:rFonts w:ascii="Corbel" w:hAnsi="Corbel"/>
          <w:sz w:val="24"/>
          <w:szCs w:val="24"/>
        </w:rPr>
        <w:tab/>
      </w:r>
      <w:r w:rsidRPr="002A7F12">
        <w:rPr>
          <w:rFonts w:ascii="Corbel" w:hAnsi="Corbel"/>
          <w:sz w:val="24"/>
          <w:szCs w:val="24"/>
        </w:rPr>
        <w:tab/>
      </w:r>
      <w:r w:rsidRPr="002A7F12">
        <w:rPr>
          <w:rFonts w:ascii="Corbel" w:hAnsi="Corbel"/>
          <w:sz w:val="24"/>
          <w:szCs w:val="24"/>
        </w:rPr>
        <w:tab/>
      </w:r>
      <w:r w:rsidRPr="002A7F12">
        <w:rPr>
          <w:rFonts w:ascii="Corbel" w:hAnsi="Corbel"/>
          <w:sz w:val="24"/>
          <w:szCs w:val="24"/>
        </w:rPr>
        <w:tab/>
      </w:r>
      <w:r w:rsidRPr="002A7F12" w:rsidR="00445970">
        <w:rPr>
          <w:rFonts w:ascii="Corbel" w:hAnsi="Corbel"/>
          <w:sz w:val="24"/>
          <w:szCs w:val="24"/>
        </w:rPr>
        <w:t xml:space="preserve">Rok akademicki  </w:t>
      </w:r>
      <w:r w:rsidR="00F96D65">
        <w:rPr>
          <w:rFonts w:ascii="Corbel" w:hAnsi="Corbel"/>
          <w:sz w:val="24"/>
          <w:szCs w:val="24"/>
        </w:rPr>
        <w:t>202</w:t>
      </w:r>
      <w:r w:rsidR="00EE1C97">
        <w:rPr>
          <w:rFonts w:ascii="Corbel" w:hAnsi="Corbel"/>
          <w:sz w:val="24"/>
          <w:szCs w:val="24"/>
        </w:rPr>
        <w:t>4</w:t>
      </w:r>
      <w:r w:rsidR="00F96D65">
        <w:rPr>
          <w:rFonts w:ascii="Corbel" w:hAnsi="Corbel"/>
          <w:sz w:val="24"/>
          <w:szCs w:val="24"/>
        </w:rPr>
        <w:t>/202</w:t>
      </w:r>
      <w:r w:rsidR="00EE1C97">
        <w:rPr>
          <w:rFonts w:ascii="Corbel" w:hAnsi="Corbel"/>
          <w:sz w:val="24"/>
          <w:szCs w:val="24"/>
        </w:rPr>
        <w:t>5</w:t>
      </w:r>
    </w:p>
    <w:p w:rsidRPr="00707B20" w:rsidR="0085747A" w:rsidP="009C54AE" w:rsidRDefault="0085747A" w14:paraId="136EFD0F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Pr="00707B20" w:rsidR="0085747A" w:rsidP="009C54AE" w:rsidRDefault="0071620A" w14:paraId="23EEE16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07B20">
        <w:rPr>
          <w:rFonts w:ascii="Corbel" w:hAnsi="Corbel"/>
          <w:szCs w:val="24"/>
        </w:rPr>
        <w:t xml:space="preserve">1. </w:t>
      </w:r>
      <w:r w:rsidRPr="00707B20" w:rsidR="0085747A">
        <w:rPr>
          <w:rFonts w:ascii="Corbel" w:hAnsi="Corbel"/>
          <w:szCs w:val="24"/>
        </w:rPr>
        <w:t xml:space="preserve">Podstawowe </w:t>
      </w:r>
      <w:r w:rsidRPr="00707B20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A2B6D" w:rsidR="0085747A" w:rsidTr="363C2CC4" w14:paraId="76C28E07" w14:textId="77777777">
        <w:tc>
          <w:tcPr>
            <w:tcW w:w="2694" w:type="dxa"/>
            <w:tcMar/>
            <w:vAlign w:val="center"/>
          </w:tcPr>
          <w:p w:rsidRPr="00FA2B6D" w:rsidR="0085747A" w:rsidP="009C54AE" w:rsidRDefault="00C05F44" w14:paraId="1E49BB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1A788830" w:rsidRDefault="00670380" w14:paraId="0DA464FA" w14:textId="04D2266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63C2CC4" w:rsidR="00670380">
              <w:rPr>
                <w:rFonts w:ascii="Corbel" w:hAnsi="Corbel"/>
                <w:b w:val="1"/>
                <w:bCs w:val="1"/>
                <w:sz w:val="24"/>
                <w:szCs w:val="24"/>
              </w:rPr>
              <w:t>Kadry</w:t>
            </w:r>
            <w:r w:rsidRPr="363C2CC4" w:rsidR="00F8776A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 administracji </w:t>
            </w:r>
          </w:p>
        </w:tc>
      </w:tr>
      <w:tr w:rsidRPr="00FA2B6D" w:rsidR="0085747A" w:rsidTr="363C2CC4" w14:paraId="77E2DDAA" w14:textId="77777777">
        <w:tc>
          <w:tcPr>
            <w:tcW w:w="2694" w:type="dxa"/>
            <w:tcMar/>
            <w:vAlign w:val="center"/>
          </w:tcPr>
          <w:p w:rsidRPr="00FA2B6D" w:rsidR="0085747A" w:rsidP="009C54AE" w:rsidRDefault="00C05F44" w14:paraId="20CFA0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Kod przedmiotu</w:t>
            </w:r>
            <w:r w:rsidRPr="00FA2B6D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4305D4" w:rsidR="0085747A" w:rsidP="009C54AE" w:rsidRDefault="004305D4" w14:paraId="583EAF9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2864EF">
              <w:rPr>
                <w:rFonts w:ascii="Corbel" w:hAnsi="Corbel"/>
                <w:b w:val="0"/>
                <w:sz w:val="24"/>
                <w:szCs w:val="24"/>
              </w:rPr>
              <w:t>ASO 47</w:t>
            </w:r>
          </w:p>
        </w:tc>
      </w:tr>
      <w:tr w:rsidRPr="00FA2B6D" w:rsidR="0085747A" w:rsidTr="363C2CC4" w14:paraId="6FF39DF9" w14:textId="77777777">
        <w:tc>
          <w:tcPr>
            <w:tcW w:w="2694" w:type="dxa"/>
            <w:tcMar/>
            <w:vAlign w:val="center"/>
          </w:tcPr>
          <w:p w:rsidRPr="00FA2B6D" w:rsidR="0085747A" w:rsidP="00EA4832" w:rsidRDefault="0085747A" w14:paraId="555EAA3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</w:t>
            </w:r>
            <w:r w:rsidRPr="00FA2B6D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1A788830" w:rsidRDefault="00FD7F8F" w14:paraId="2BB593CB" w14:textId="0F3A3AE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1A788830" w:rsidR="00FD7F8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FA2B6D" w:rsidR="0085747A" w:rsidTr="363C2CC4" w14:paraId="294892F0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700041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1A788830" w:rsidRDefault="00FD7F8F" w14:paraId="54D9240B" w14:textId="4F06FD5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788830" w:rsidR="388D175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Instytut Nauk Prawnych, </w:t>
            </w:r>
            <w:r w:rsidRPr="1A788830" w:rsidR="00FD7F8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Zakład Nauki o Administracji</w:t>
            </w:r>
          </w:p>
        </w:tc>
      </w:tr>
      <w:tr w:rsidRPr="00FA2B6D" w:rsidR="0085747A" w:rsidTr="363C2CC4" w14:paraId="11E58C5A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6039CB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F8776A" w14:paraId="2452A73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FA2B6D" w:rsidR="0085747A" w:rsidTr="363C2CC4" w14:paraId="3D3C564A" w14:textId="77777777">
        <w:tc>
          <w:tcPr>
            <w:tcW w:w="2694" w:type="dxa"/>
            <w:tcMar/>
            <w:vAlign w:val="center"/>
          </w:tcPr>
          <w:p w:rsidRPr="00FA2B6D" w:rsidR="0085747A" w:rsidP="009C54AE" w:rsidRDefault="00DE4A14" w14:paraId="2E4601F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F8776A" w14:paraId="4EC6D73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FA2B6D" w:rsidR="0085747A" w:rsidTr="363C2CC4" w14:paraId="20B9FE77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4EC73C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2864EF" w14:paraId="4C77887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FA2B6D" w:rsidR="0085747A" w:rsidTr="363C2CC4" w14:paraId="404F7797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1A63E3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BC595D" w14:paraId="051CE37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FA2B6D" w:rsidR="00F877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FA2B6D" w:rsidR="0085747A" w:rsidTr="363C2CC4" w14:paraId="2AA1E690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43ABC5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Rok i semestr</w:t>
            </w:r>
            <w:r w:rsidRPr="00FA2B6D" w:rsidR="0030395F">
              <w:rPr>
                <w:rFonts w:ascii="Corbel" w:hAnsi="Corbel"/>
                <w:sz w:val="24"/>
                <w:szCs w:val="24"/>
              </w:rPr>
              <w:t>/y</w:t>
            </w:r>
            <w:r w:rsidRPr="00FA2B6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1A788830" w:rsidRDefault="00F8776A" w14:paraId="2FC4C40D" w14:textId="4BD16D2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788830" w:rsidR="00F8776A">
              <w:rPr>
                <w:rFonts w:ascii="Corbel" w:hAnsi="Corbel"/>
                <w:b w:val="0"/>
                <w:bCs w:val="0"/>
                <w:sz w:val="24"/>
                <w:szCs w:val="24"/>
              </w:rPr>
              <w:t>III</w:t>
            </w:r>
            <w:r w:rsidRPr="1A788830" w:rsidR="23F3713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</w:t>
            </w:r>
            <w:r w:rsidRPr="1A788830" w:rsidR="00F8776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VI</w:t>
            </w:r>
          </w:p>
        </w:tc>
      </w:tr>
      <w:tr w:rsidRPr="00FA2B6D" w:rsidR="0085747A" w:rsidTr="363C2CC4" w14:paraId="7A07080D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2016F2D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F8776A" w14:paraId="2B6FC5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FA2B6D" w:rsidR="00923D7D" w:rsidTr="363C2CC4" w14:paraId="2BC9A0CA" w14:textId="77777777">
        <w:tc>
          <w:tcPr>
            <w:tcW w:w="2694" w:type="dxa"/>
            <w:tcMar/>
            <w:vAlign w:val="center"/>
          </w:tcPr>
          <w:p w:rsidRPr="00FA2B6D" w:rsidR="00923D7D" w:rsidP="009C54AE" w:rsidRDefault="00923D7D" w14:paraId="7ACCC7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FA2B6D" w:rsidR="00923D7D" w:rsidP="009C54AE" w:rsidRDefault="008D5779" w14:paraId="1D0389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A2B6D" w:rsidR="00F8776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FA2B6D" w:rsidR="0085747A" w:rsidTr="363C2CC4" w14:paraId="1A1C424D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712A24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2864EF" w14:paraId="78D18D07" w14:textId="38315F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1709E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Agata Barczewska-Dziobek, prof. UR</w:t>
            </w:r>
          </w:p>
        </w:tc>
      </w:tr>
      <w:tr w:rsidRPr="00FA2B6D" w:rsidR="001709EA" w:rsidTr="363C2CC4" w14:paraId="3634D0E5" w14:textId="77777777">
        <w:tc>
          <w:tcPr>
            <w:tcW w:w="2694" w:type="dxa"/>
            <w:tcMar/>
            <w:vAlign w:val="center"/>
          </w:tcPr>
          <w:p w:rsidRPr="00FA2B6D" w:rsidR="001709EA" w:rsidP="001709EA" w:rsidRDefault="001709EA" w14:paraId="492848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FA2B6D" w:rsidR="001709EA" w:rsidP="001709EA" w:rsidRDefault="001709EA" w14:paraId="29622BBE" w14:textId="236D6E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Łukaszuk</w:t>
            </w:r>
          </w:p>
        </w:tc>
      </w:tr>
    </w:tbl>
    <w:p w:rsidRPr="00FA2B6D" w:rsidR="0085747A" w:rsidP="009C54AE" w:rsidRDefault="0085747A" w14:paraId="233EB5D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FA2B6D">
        <w:rPr>
          <w:rFonts w:ascii="Corbel" w:hAnsi="Corbel"/>
          <w:b w:val="0"/>
          <w:sz w:val="24"/>
          <w:szCs w:val="24"/>
        </w:rPr>
        <w:t xml:space="preserve">* </w:t>
      </w:r>
      <w:r w:rsidRPr="00FA2B6D">
        <w:rPr>
          <w:rFonts w:ascii="Corbel" w:hAnsi="Corbel"/>
          <w:b w:val="0"/>
          <w:i/>
          <w:sz w:val="24"/>
          <w:szCs w:val="24"/>
        </w:rPr>
        <w:t>-</w:t>
      </w:r>
      <w:r w:rsidRPr="00FA2B6D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FA2B6D" w:rsidR="00B90885">
        <w:rPr>
          <w:rFonts w:ascii="Corbel" w:hAnsi="Corbel"/>
          <w:b w:val="0"/>
          <w:sz w:val="24"/>
          <w:szCs w:val="24"/>
        </w:rPr>
        <w:t>e,</w:t>
      </w:r>
      <w:r w:rsidRPr="00FA2B6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Pr="00FA2B6D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707B20" w:rsidR="00923D7D" w:rsidP="009C54AE" w:rsidRDefault="00923D7D" w14:paraId="37D39C8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707B20" w:rsidR="0085747A" w:rsidP="009C54AE" w:rsidRDefault="0085747A" w14:paraId="4C27C3B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07B20">
        <w:rPr>
          <w:rFonts w:ascii="Corbel" w:hAnsi="Corbel"/>
          <w:sz w:val="24"/>
          <w:szCs w:val="24"/>
        </w:rPr>
        <w:t>1.</w:t>
      </w:r>
      <w:r w:rsidRPr="00707B20" w:rsidR="00E22FBC">
        <w:rPr>
          <w:rFonts w:ascii="Corbel" w:hAnsi="Corbel"/>
          <w:sz w:val="24"/>
          <w:szCs w:val="24"/>
        </w:rPr>
        <w:t>1</w:t>
      </w:r>
      <w:r w:rsidRPr="00707B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FA2B6D" w:rsidR="00923D7D" w:rsidP="009C54AE" w:rsidRDefault="00923D7D" w14:paraId="2C8B84C4" w14:textId="77777777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10"/>
        <w:gridCol w:w="966"/>
        <w:gridCol w:w="1009"/>
        <w:gridCol w:w="945"/>
        <w:gridCol w:w="720"/>
        <w:gridCol w:w="825"/>
        <w:gridCol w:w="629"/>
        <w:gridCol w:w="992"/>
        <w:gridCol w:w="1134"/>
        <w:gridCol w:w="1417"/>
      </w:tblGrid>
      <w:tr w:rsidRPr="00FA2B6D" w:rsidR="00015B8F" w:rsidTr="1A788830" w14:paraId="6B2E5CC3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015B8F" w:rsidP="009C54AE" w:rsidRDefault="00015B8F" w14:paraId="7F712B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Semestr</w:t>
            </w:r>
          </w:p>
          <w:p w:rsidRPr="00FA2B6D" w:rsidR="00015B8F" w:rsidP="009C54AE" w:rsidRDefault="002B5EA0" w14:paraId="33A8F2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(</w:t>
            </w:r>
            <w:r w:rsidRPr="00FA2B6D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737A01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Wykł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2A96413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61519E4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Konw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13329A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015B8F" w:rsidP="009C54AE" w:rsidRDefault="00015B8F" w14:paraId="1770731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Sem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4FFB0B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6CF5DDE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Prakt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2F4FF3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294C323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Liczba pkt</w:t>
            </w:r>
            <w:r w:rsidRPr="00FA2B6D" w:rsidR="00B90885">
              <w:rPr>
                <w:rFonts w:ascii="Corbel" w:hAnsi="Corbel"/>
                <w:szCs w:val="24"/>
              </w:rPr>
              <w:t>.</w:t>
            </w:r>
            <w:r w:rsidRPr="00FA2B6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Pr="00FA2B6D" w:rsidR="003D108A" w:rsidTr="1A788830" w14:paraId="457D3416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3D108A" w:rsidP="003D108A" w:rsidRDefault="001709EA" w14:paraId="6CA9924F" w14:textId="3C6348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3D108A" w:rsidP="003D108A" w:rsidRDefault="003D108A" w14:paraId="405EC913" w14:textId="77777777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3D108A" w:rsidP="003D108A" w:rsidRDefault="003D108A" w14:paraId="0F54B8CB" w14:textId="77777777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23194A" w14:paraId="404203E3" w14:textId="598FE0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A788830" w:rsidR="2453D842">
              <w:rPr>
                <w:rFonts w:ascii="Corbel" w:hAnsi="Corbel"/>
                <w:sz w:val="24"/>
                <w:szCs w:val="24"/>
              </w:rPr>
              <w:t xml:space="preserve">20 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D108A" w14:paraId="3F9BE1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D108A" w14:paraId="5A27A52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D108A" w14:paraId="3DF789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D108A" w14:paraId="5C75409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B8D" w:rsidR="003D108A" w:rsidP="003D108A" w:rsidRDefault="003D108A" w14:paraId="193BDBF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B8D" w:rsidR="003D108A" w:rsidP="003D108A" w:rsidRDefault="003D108A" w14:paraId="287256E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6B8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FA2B6D" w:rsidR="00923D7D" w:rsidP="009C54AE" w:rsidRDefault="00923D7D" w14:paraId="6F440B1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707B20" w:rsidR="0085747A" w:rsidP="00F83B28" w:rsidRDefault="0085747A" w14:paraId="3F1A8E5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>1.</w:t>
      </w:r>
      <w:r w:rsidRPr="00707B20" w:rsidR="00E22FBC">
        <w:rPr>
          <w:rFonts w:ascii="Corbel" w:hAnsi="Corbel"/>
          <w:smallCaps w:val="0"/>
          <w:szCs w:val="24"/>
        </w:rPr>
        <w:t>2</w:t>
      </w:r>
      <w:r w:rsidRPr="00707B20" w:rsidR="00F83B28">
        <w:rPr>
          <w:rFonts w:ascii="Corbel" w:hAnsi="Corbel"/>
          <w:smallCaps w:val="0"/>
          <w:szCs w:val="24"/>
        </w:rPr>
        <w:t>.</w:t>
      </w:r>
      <w:r w:rsidRPr="00707B20" w:rsidR="00F83B28">
        <w:rPr>
          <w:rFonts w:ascii="Corbel" w:hAnsi="Corbel"/>
          <w:smallCaps w:val="0"/>
          <w:szCs w:val="24"/>
        </w:rPr>
        <w:tab/>
      </w:r>
      <w:r w:rsidRPr="00707B20">
        <w:rPr>
          <w:rFonts w:ascii="Corbel" w:hAnsi="Corbel"/>
          <w:smallCaps w:val="0"/>
          <w:szCs w:val="24"/>
        </w:rPr>
        <w:t xml:space="preserve">Sposób realizacji zajęć  </w:t>
      </w:r>
    </w:p>
    <w:p w:rsidR="00D12A13" w:rsidP="1A788830" w:rsidRDefault="00381FDF" w14:paraId="78D30813" w14:textId="10E3D720">
      <w:pPr>
        <w:pStyle w:val="Punktygwne"/>
        <w:spacing w:before="0" w:after="0"/>
        <w:ind w:left="709" w:firstLine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1A788830" w:rsidR="055F71F9">
        <w:rPr>
          <w:rFonts w:ascii="Corbel" w:hAnsi="Corbel"/>
          <w:b w:val="0"/>
          <w:bCs w:val="0"/>
          <w:caps w:val="0"/>
          <w:smallCaps w:val="0"/>
        </w:rPr>
        <w:t xml:space="preserve">    </w:t>
      </w:r>
      <w:r w:rsidRPr="1A788830" w:rsidR="00381FDF">
        <w:rPr>
          <w:rFonts w:ascii="Corbel" w:hAnsi="Corbel"/>
          <w:b w:val="0"/>
          <w:bCs w:val="0"/>
          <w:caps w:val="0"/>
          <w:smallCaps w:val="0"/>
        </w:rPr>
        <w:t xml:space="preserve">X </w:t>
      </w:r>
      <w:r w:rsidRPr="1A788830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FA2B6D" w:rsidR="0085747A" w:rsidP="00D12A13" w:rsidRDefault="0085747A" w14:paraId="52E9BFC1" w14:textId="77777777">
      <w:pPr>
        <w:pStyle w:val="Punktygwne"/>
        <w:numPr>
          <w:ilvl w:val="0"/>
          <w:numId w:val="10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A2B6D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FA2B6D" w:rsidR="0085747A" w:rsidP="009C54AE" w:rsidRDefault="0085747A" w14:paraId="6C6E3CE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07B20" w:rsidR="00E22FBC" w:rsidP="00F83B28" w:rsidRDefault="00E22FBC" w14:paraId="5C2287E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1.3 </w:t>
      </w:r>
      <w:r w:rsidRPr="00707B20" w:rsidR="00F83B28">
        <w:rPr>
          <w:rFonts w:ascii="Corbel" w:hAnsi="Corbel"/>
          <w:smallCaps w:val="0"/>
          <w:szCs w:val="24"/>
        </w:rPr>
        <w:tab/>
      </w:r>
      <w:r w:rsidRPr="00707B20">
        <w:rPr>
          <w:rFonts w:ascii="Corbel" w:hAnsi="Corbel"/>
          <w:smallCaps w:val="0"/>
          <w:szCs w:val="24"/>
        </w:rPr>
        <w:t>For</w:t>
      </w:r>
      <w:r w:rsidRPr="00707B20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707B20">
        <w:rPr>
          <w:rFonts w:ascii="Corbel" w:hAnsi="Corbel"/>
          <w:smallCaps w:val="0"/>
          <w:szCs w:val="24"/>
        </w:rPr>
        <w:t xml:space="preserve"> (z toku) (egzamin, zaliczenie z oceną, zaliczenie bez oceny)</w:t>
      </w:r>
    </w:p>
    <w:p w:rsidRPr="00FA2B6D" w:rsidR="009C54AE" w:rsidP="009C54AE" w:rsidRDefault="009C54AE" w14:paraId="33C4DF5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A2B6D" w:rsidR="002F0C00" w:rsidP="002F0C00" w:rsidRDefault="00930DF8" w14:paraId="22B9FE4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0DF8">
        <w:rPr>
          <w:rFonts w:ascii="Corbel" w:hAnsi="Corbel"/>
          <w:b w:val="0"/>
          <w:smallCaps w:val="0"/>
          <w:szCs w:val="24"/>
        </w:rPr>
        <w:t>Z</w:t>
      </w:r>
      <w:r w:rsidRPr="00930DF8" w:rsidR="002F0C00">
        <w:rPr>
          <w:rFonts w:ascii="Corbel" w:hAnsi="Corbel"/>
          <w:b w:val="0"/>
          <w:smallCaps w:val="0"/>
          <w:szCs w:val="24"/>
        </w:rPr>
        <w:t>aliczenie z oceną</w:t>
      </w:r>
    </w:p>
    <w:p w:rsidRPr="00FA2B6D" w:rsidR="00E960BB" w:rsidP="009C54AE" w:rsidRDefault="00E960BB" w14:paraId="545DB20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5E2EF12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07B20">
        <w:rPr>
          <w:rFonts w:ascii="Corbel" w:hAnsi="Corbel"/>
          <w:szCs w:val="24"/>
        </w:rPr>
        <w:t xml:space="preserve">2.Wymagania wstępne </w:t>
      </w:r>
    </w:p>
    <w:p w:rsidRPr="00707B20" w:rsidR="00707B20" w:rsidP="009C54AE" w:rsidRDefault="00707B20" w14:paraId="49E682F7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A2B6D" w:rsidR="0085747A" w:rsidTr="00745302" w14:paraId="1817AA47" w14:textId="77777777">
        <w:tc>
          <w:tcPr>
            <w:tcW w:w="9670" w:type="dxa"/>
          </w:tcPr>
          <w:p w:rsidRPr="00FA2B6D" w:rsidR="0085747A" w:rsidP="009C54AE" w:rsidRDefault="00096638" w14:paraId="2B3B2C1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Prawo administracyjne, nauka administracji</w:t>
            </w:r>
            <w:r w:rsidRPr="00FA2B6D" w:rsidR="0041581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FA2B6D" w:rsidR="00153C41" w:rsidP="009C54AE" w:rsidRDefault="00153C41" w14:paraId="5EEC2E8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07B20" w:rsidR="0085747A" w:rsidP="009C54AE" w:rsidRDefault="0071620A" w14:paraId="25C2990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07B20">
        <w:rPr>
          <w:rFonts w:ascii="Corbel" w:hAnsi="Corbel"/>
          <w:szCs w:val="24"/>
        </w:rPr>
        <w:t>3.</w:t>
      </w:r>
      <w:r w:rsidRPr="00707B20" w:rsidR="0085747A">
        <w:rPr>
          <w:rFonts w:ascii="Corbel" w:hAnsi="Corbel"/>
          <w:szCs w:val="24"/>
        </w:rPr>
        <w:t xml:space="preserve"> </w:t>
      </w:r>
      <w:r w:rsidRPr="00707B20" w:rsidR="00A84C85">
        <w:rPr>
          <w:rFonts w:ascii="Corbel" w:hAnsi="Corbel"/>
          <w:szCs w:val="24"/>
        </w:rPr>
        <w:t>cele, efekty uczenia się</w:t>
      </w:r>
      <w:r w:rsidRPr="00707B20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707B20" w:rsidR="0085747A" w:rsidP="009C54AE" w:rsidRDefault="0085747A" w14:paraId="3574CE0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07B20" w:rsidR="0085747A" w:rsidP="009C54AE" w:rsidRDefault="0071620A" w14:paraId="5D0F9B88" w14:textId="77777777">
      <w:pPr>
        <w:pStyle w:val="Podpunkty"/>
        <w:rPr>
          <w:rFonts w:ascii="Corbel" w:hAnsi="Corbel"/>
          <w:sz w:val="24"/>
          <w:szCs w:val="24"/>
        </w:rPr>
      </w:pPr>
      <w:r w:rsidRPr="00707B20">
        <w:rPr>
          <w:rFonts w:ascii="Corbel" w:hAnsi="Corbel"/>
          <w:sz w:val="24"/>
          <w:szCs w:val="24"/>
        </w:rPr>
        <w:t xml:space="preserve">3.1 </w:t>
      </w:r>
      <w:r w:rsidRPr="00707B20" w:rsidR="00C05F44">
        <w:rPr>
          <w:rFonts w:ascii="Corbel" w:hAnsi="Corbel"/>
          <w:sz w:val="24"/>
          <w:szCs w:val="24"/>
        </w:rPr>
        <w:t>Cele przedmiotu</w:t>
      </w:r>
    </w:p>
    <w:p w:rsidRPr="00707B20" w:rsidR="00F83B28" w:rsidP="009C54AE" w:rsidRDefault="00F83B28" w14:paraId="3ACE9FD3" w14:textId="77777777">
      <w:pPr>
        <w:pStyle w:val="Podpunkty"/>
        <w:rPr>
          <w:rFonts w:ascii="Corbel" w:hAnsi="Corbe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FA2B6D" w:rsidR="0085747A" w:rsidTr="00923D7D" w14:paraId="73FE6139" w14:textId="77777777">
        <w:tc>
          <w:tcPr>
            <w:tcW w:w="851" w:type="dxa"/>
            <w:vAlign w:val="center"/>
          </w:tcPr>
          <w:p w:rsidRPr="00FA2B6D" w:rsidR="0085747A" w:rsidP="009C54AE" w:rsidRDefault="0085747A" w14:paraId="23D63F5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FA2B6D" w:rsidR="0085747A" w:rsidP="00993ED8" w:rsidRDefault="00B93A50" w14:paraId="6D47BBD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93A50">
              <w:rPr>
                <w:rFonts w:ascii="Corbel" w:hAnsi="Corbel"/>
                <w:b w:val="0"/>
                <w:sz w:val="24"/>
                <w:szCs w:val="24"/>
              </w:rPr>
              <w:t xml:space="preserve">rzekazanie </w:t>
            </w:r>
            <w:r>
              <w:rPr>
                <w:rFonts w:ascii="Corbel" w:hAnsi="Corbel"/>
                <w:b w:val="0"/>
                <w:sz w:val="24"/>
                <w:szCs w:val="24"/>
              </w:rPr>
              <w:t>studento</w:t>
            </w:r>
            <w:r w:rsidR="00993ED8">
              <w:rPr>
                <w:rFonts w:ascii="Corbel" w:hAnsi="Corbel"/>
                <w:b w:val="0"/>
                <w:sz w:val="24"/>
                <w:szCs w:val="24"/>
              </w:rPr>
              <w:t>wi  wiedzy</w:t>
            </w:r>
            <w:r w:rsidRPr="00B93A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2B6D" w:rsidR="00E71644">
              <w:rPr>
                <w:rFonts w:ascii="Corbel" w:hAnsi="Corbel"/>
                <w:b w:val="0"/>
                <w:sz w:val="24"/>
                <w:szCs w:val="24"/>
              </w:rPr>
              <w:t xml:space="preserve">z zakresu </w:t>
            </w:r>
            <w:r w:rsidRPr="00FA2B6D" w:rsidR="000B72AE">
              <w:rPr>
                <w:rFonts w:ascii="Corbel" w:hAnsi="Corbel"/>
                <w:b w:val="0"/>
                <w:sz w:val="24"/>
                <w:szCs w:val="24"/>
              </w:rPr>
              <w:t>podstaw prawnych</w:t>
            </w:r>
            <w:r w:rsidRPr="00FA2B6D" w:rsidR="00EE7100">
              <w:rPr>
                <w:rFonts w:ascii="Corbel" w:hAnsi="Corbel"/>
                <w:b w:val="0"/>
                <w:sz w:val="24"/>
                <w:szCs w:val="24"/>
              </w:rPr>
              <w:t xml:space="preserve"> i specyfiki </w:t>
            </w:r>
            <w:r w:rsidRPr="00FA2B6D" w:rsidR="000B72AE">
              <w:rPr>
                <w:rFonts w:ascii="Corbel" w:hAnsi="Corbel"/>
                <w:b w:val="0"/>
                <w:sz w:val="24"/>
                <w:szCs w:val="24"/>
              </w:rPr>
              <w:t xml:space="preserve"> zatrudnien</w:t>
            </w:r>
            <w:r w:rsidRPr="00FA2B6D" w:rsidR="00EE7100">
              <w:rPr>
                <w:rFonts w:ascii="Corbel" w:hAnsi="Corbel"/>
                <w:b w:val="0"/>
                <w:sz w:val="24"/>
                <w:szCs w:val="24"/>
              </w:rPr>
              <w:t>ia w administracji publicznej .</w:t>
            </w:r>
          </w:p>
        </w:tc>
      </w:tr>
      <w:tr w:rsidRPr="00FA2B6D" w:rsidR="0055054E" w:rsidTr="00923D7D" w14:paraId="3867C4C1" w14:textId="77777777">
        <w:tc>
          <w:tcPr>
            <w:tcW w:w="851" w:type="dxa"/>
            <w:vAlign w:val="center"/>
          </w:tcPr>
          <w:p w:rsidRPr="00FA2B6D" w:rsidR="0055054E" w:rsidP="0055054E" w:rsidRDefault="0055054E" w14:paraId="00E4CF6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FA2B6D" w:rsidR="0055054E" w:rsidP="00993ED8" w:rsidRDefault="00B93A50" w14:paraId="64F57A7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B93A50">
              <w:rPr>
                <w:rFonts w:ascii="Corbel" w:hAnsi="Corbel"/>
                <w:b w:val="0"/>
                <w:sz w:val="24"/>
                <w:szCs w:val="24"/>
              </w:rPr>
              <w:t>apoznanie studen</w:t>
            </w:r>
            <w:r w:rsidR="00993ED8">
              <w:rPr>
                <w:rFonts w:ascii="Corbel" w:hAnsi="Corbel"/>
                <w:b w:val="0"/>
                <w:sz w:val="24"/>
                <w:szCs w:val="24"/>
              </w:rPr>
              <w:t xml:space="preserve">ta </w:t>
            </w:r>
            <w:r w:rsidRPr="00B93A50">
              <w:rPr>
                <w:rFonts w:ascii="Corbel" w:hAnsi="Corbel"/>
                <w:b w:val="0"/>
                <w:sz w:val="24"/>
                <w:szCs w:val="24"/>
              </w:rPr>
              <w:t xml:space="preserve"> z zagadnieniami </w:t>
            </w:r>
            <w:r w:rsidRPr="00FA2B6D" w:rsidR="00EE7100">
              <w:rPr>
                <w:rFonts w:ascii="Corbel" w:hAnsi="Corbel"/>
                <w:b w:val="0"/>
                <w:sz w:val="24"/>
                <w:szCs w:val="24"/>
              </w:rPr>
              <w:t>z zakresu polityki kadrowej i  zarządzania zasobami  ludzkimi w administracji publicznej</w:t>
            </w:r>
            <w:r w:rsidRPr="00FA2B6D" w:rsidR="0055054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FA2B6D" w:rsidR="0085747A" w:rsidP="009C54AE" w:rsidRDefault="0085747A" w14:paraId="7FF3F4C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707B20" w:rsidR="001D7B54" w:rsidP="009C54AE" w:rsidRDefault="009F4610" w14:paraId="4D02803C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 xml:space="preserve">3.2 </w:t>
      </w:r>
      <w:r w:rsidRPr="00707B20" w:rsidR="001D7B54">
        <w:rPr>
          <w:rFonts w:ascii="Corbel" w:hAnsi="Corbel"/>
          <w:b/>
          <w:sz w:val="24"/>
          <w:szCs w:val="24"/>
        </w:rPr>
        <w:t xml:space="preserve">Efekty </w:t>
      </w:r>
      <w:r w:rsidRPr="00707B20" w:rsidR="00C05F44">
        <w:rPr>
          <w:rFonts w:ascii="Corbel" w:hAnsi="Corbel"/>
          <w:b/>
          <w:sz w:val="24"/>
          <w:szCs w:val="24"/>
        </w:rPr>
        <w:t xml:space="preserve">uczenia się </w:t>
      </w:r>
      <w:r w:rsidRPr="00707B20" w:rsidR="001D7B54">
        <w:rPr>
          <w:rFonts w:ascii="Corbel" w:hAnsi="Corbel"/>
          <w:b/>
          <w:sz w:val="24"/>
          <w:szCs w:val="24"/>
        </w:rPr>
        <w:t>dla przedmiotu</w:t>
      </w:r>
      <w:r w:rsidRPr="00707B20" w:rsidR="00445970">
        <w:rPr>
          <w:rFonts w:ascii="Corbel" w:hAnsi="Corbel"/>
          <w:b/>
          <w:sz w:val="24"/>
          <w:szCs w:val="24"/>
        </w:rPr>
        <w:t xml:space="preserve"> </w:t>
      </w:r>
    </w:p>
    <w:p w:rsidRPr="00FA2B6D" w:rsidR="001D7B54" w:rsidP="009C54AE" w:rsidRDefault="001D7B54" w14:paraId="73FE671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FA2B6D" w:rsidR="00A07888" w:rsidTr="0071620A" w14:paraId="0B89D4DE" w14:textId="77777777">
        <w:tc>
          <w:tcPr>
            <w:tcW w:w="1701" w:type="dxa"/>
            <w:vAlign w:val="center"/>
          </w:tcPr>
          <w:p w:rsidRPr="00FA2B6D" w:rsidR="0085747A" w:rsidP="009C54AE" w:rsidRDefault="0085747A" w14:paraId="01C4FF4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2B6D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FA2B6D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FA2B6D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FA2B6D" w:rsidR="0085747A" w:rsidP="00C05F44" w:rsidRDefault="0085747A" w14:paraId="7D80E8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FA2B6D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FA2B6D" w:rsidR="0085747A" w:rsidP="00C05F44" w:rsidRDefault="0085747A" w14:paraId="555DD38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A2B6D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FA2B6D" w:rsidR="00A07888" w:rsidTr="005E6E85" w14:paraId="147FF063" w14:textId="77777777">
        <w:tc>
          <w:tcPr>
            <w:tcW w:w="1701" w:type="dxa"/>
          </w:tcPr>
          <w:p w:rsidRPr="00FA2B6D" w:rsidR="00DE4D29" w:rsidP="00DE4D29" w:rsidRDefault="00DE4D29" w14:paraId="41B7F9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6096" w:type="dxa"/>
          </w:tcPr>
          <w:p w:rsidR="00EE6B8D" w:rsidP="0069155F" w:rsidRDefault="00DE4D29" w14:paraId="49F70D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FA2B6D" w:rsidR="0069155F">
              <w:rPr>
                <w:rFonts w:ascii="Corbel" w:hAnsi="Corbel"/>
                <w:b w:val="0"/>
                <w:smallCaps w:val="0"/>
                <w:szCs w:val="24"/>
              </w:rPr>
              <w:t xml:space="preserve">ma </w:t>
            </w:r>
            <w:r w:rsidRPr="00EE6B8D" w:rsidR="00EE6B8D">
              <w:rPr>
                <w:rFonts w:ascii="Corbel" w:hAnsi="Corbel"/>
                <w:b w:val="0"/>
                <w:smallCaps w:val="0"/>
                <w:szCs w:val="24"/>
              </w:rPr>
              <w:t xml:space="preserve"> podstawową wiedzę o charakterze nauk prawnych,</w:t>
            </w:r>
            <w:r w:rsidR="003E616E">
              <w:rPr>
                <w:rFonts w:ascii="Corbel" w:hAnsi="Corbel"/>
                <w:b w:val="0"/>
                <w:smallCaps w:val="0"/>
                <w:szCs w:val="24"/>
              </w:rPr>
              <w:t xml:space="preserve"> w tym prawno-administracyjnych z zakresu </w:t>
            </w:r>
            <w:r w:rsidR="003E616E">
              <w:t xml:space="preserve"> </w:t>
            </w:r>
            <w:r w:rsidRPr="003E616E" w:rsidR="003E616E">
              <w:rPr>
                <w:rFonts w:ascii="Corbel" w:hAnsi="Corbel"/>
                <w:b w:val="0"/>
                <w:smallCaps w:val="0"/>
                <w:szCs w:val="24"/>
              </w:rPr>
              <w:t>stosunków prawnych i społecznych w urzędach administracji publiczne</w:t>
            </w:r>
            <w:r w:rsidR="003E616E">
              <w:rPr>
                <w:rFonts w:ascii="Corbel" w:hAnsi="Corbel"/>
                <w:b w:val="0"/>
                <w:smallCaps w:val="0"/>
                <w:szCs w:val="24"/>
              </w:rPr>
              <w:t xml:space="preserve">j podstawowych kategorii w zakresie </w:t>
            </w:r>
            <w:r w:rsidRPr="00E85B53" w:rsidR="00E85B53">
              <w:rPr>
                <w:rFonts w:ascii="Corbel" w:hAnsi="Corbel"/>
                <w:b w:val="0"/>
                <w:smallCaps w:val="0"/>
                <w:szCs w:val="24"/>
              </w:rPr>
              <w:t xml:space="preserve"> zarządzania zasobami ludzkimi, istniejących modeli służby publicznej, organizacji systemu kadr administracji publicznej w Polsce, </w:t>
            </w:r>
            <w:r w:rsidRPr="003E616E" w:rsidR="003E616E">
              <w:rPr>
                <w:rFonts w:ascii="Corbel" w:hAnsi="Corbel"/>
                <w:b w:val="0"/>
                <w:smallCaps w:val="0"/>
                <w:szCs w:val="24"/>
              </w:rPr>
              <w:t>modeli  zatrudnienia w administracji publicznej,</w:t>
            </w:r>
            <w:r w:rsidRPr="00EE6B8D" w:rsidR="00EE6B8D">
              <w:rPr>
                <w:rFonts w:ascii="Corbel" w:hAnsi="Corbel"/>
                <w:b w:val="0"/>
                <w:smallCaps w:val="0"/>
                <w:szCs w:val="24"/>
              </w:rPr>
              <w:t xml:space="preserve">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  <w:r w:rsidR="00EE6B8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FA2B6D" w:rsidR="00DE4D29" w:rsidP="003E616E" w:rsidRDefault="00DE4D29" w14:paraId="25C64F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Pr="00FA2B6D" w:rsidR="00DE4D29" w:rsidP="00DE4D29" w:rsidRDefault="00DE4D29" w14:paraId="43E071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41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FA2B6D" w:rsidR="00DE4D29" w:rsidTr="005E6E85" w14:paraId="3869AD90" w14:textId="77777777">
        <w:tc>
          <w:tcPr>
            <w:tcW w:w="1701" w:type="dxa"/>
          </w:tcPr>
          <w:p w:rsidRPr="00FA2B6D" w:rsidR="00DE4D29" w:rsidP="00DE4D29" w:rsidRDefault="00DE4D29" w14:paraId="0B35C4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96" w:type="dxa"/>
          </w:tcPr>
          <w:p w:rsidRPr="00FA2B6D" w:rsidR="00DE4D29" w:rsidP="003E616E" w:rsidRDefault="003E616E" w14:paraId="28C162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114F1" w:rsidR="00D114F1">
              <w:rPr>
                <w:rFonts w:ascii="Corbel" w:hAnsi="Corbel"/>
                <w:b w:val="0"/>
                <w:smallCaps w:val="0"/>
                <w:szCs w:val="24"/>
              </w:rPr>
              <w:t>ma podstawową wiedzę o relacjach między strukturami i instytucjami administracji publicznej;</w:t>
            </w:r>
          </w:p>
        </w:tc>
        <w:tc>
          <w:tcPr>
            <w:tcW w:w="1873" w:type="dxa"/>
          </w:tcPr>
          <w:p w:rsidR="00DE4D29" w:rsidP="00DE4D29" w:rsidRDefault="005B0E32" w14:paraId="1DEFCB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Pr="00FA2B6D" w:rsidR="005B0E32" w:rsidP="00DE4D29" w:rsidRDefault="005B0E32" w14:paraId="135B80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FA2B6D" w:rsidR="005B0E32" w:rsidTr="005E6E85" w14:paraId="0C499693" w14:textId="77777777">
        <w:tc>
          <w:tcPr>
            <w:tcW w:w="1701" w:type="dxa"/>
          </w:tcPr>
          <w:p w:rsidRPr="00FA2B6D" w:rsidR="005B0E32" w:rsidP="00DE4D29" w:rsidRDefault="005B0E32" w14:paraId="49344C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0E3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096" w:type="dxa"/>
          </w:tcPr>
          <w:p w:rsidRPr="00FA2B6D" w:rsidR="005B0E32" w:rsidP="00B1160D" w:rsidRDefault="005B0E32" w14:paraId="76720B23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5B0E32">
              <w:rPr>
                <w:rFonts w:ascii="Corbel" w:hAnsi="Corbel"/>
                <w:b w:val="0"/>
                <w:smallCaps w:val="0"/>
                <w:szCs w:val="24"/>
              </w:rPr>
              <w:t>na podstawową terminologię z zakresu</w:t>
            </w:r>
            <w:r w:rsidR="00714C0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1160D">
              <w:rPr>
                <w:rFonts w:ascii="Corbel" w:hAnsi="Corbel"/>
                <w:b w:val="0"/>
                <w:smallCaps w:val="0"/>
                <w:szCs w:val="24"/>
              </w:rPr>
              <w:t xml:space="preserve">prawa urzędniczego oraz </w:t>
            </w:r>
            <w:r w:rsidRPr="005B0E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14C03">
              <w:rPr>
                <w:rFonts w:ascii="Corbel" w:hAnsi="Corbel"/>
                <w:b w:val="0"/>
                <w:smallCaps w:val="0"/>
                <w:szCs w:val="24"/>
              </w:rPr>
              <w:t xml:space="preserve">zarządzania zasobami ludzkimi w administracji publicznej </w:t>
            </w:r>
            <w:r w:rsidRPr="005B0E32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="005B0E32" w:rsidP="00DE4D29" w:rsidRDefault="00714C03" w14:paraId="10223B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FA2B6D" w:rsidR="00714C03" w:rsidTr="005E6E85" w14:paraId="4D4995B6" w14:textId="77777777">
        <w:tc>
          <w:tcPr>
            <w:tcW w:w="1701" w:type="dxa"/>
          </w:tcPr>
          <w:p w:rsidRPr="005B0E32" w:rsidR="00714C03" w:rsidP="00DE4D29" w:rsidRDefault="00714C03" w14:paraId="7E222F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096" w:type="dxa"/>
          </w:tcPr>
          <w:p w:rsidR="00714C03" w:rsidP="003E616E" w:rsidRDefault="003E616E" w14:paraId="007A1219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114F1" w:rsidR="00D114F1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73" w:type="dxa"/>
          </w:tcPr>
          <w:p w:rsidR="00714C03" w:rsidP="00DE4D29" w:rsidRDefault="00714C03" w14:paraId="6614F6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FA2B6D" w:rsidR="00714C03" w:rsidTr="005E6E85" w14:paraId="29E855B7" w14:textId="77777777">
        <w:tc>
          <w:tcPr>
            <w:tcW w:w="1701" w:type="dxa"/>
          </w:tcPr>
          <w:p w:rsidRPr="00714C03" w:rsidR="00714C03" w:rsidP="00DE4D29" w:rsidRDefault="00714C03" w14:paraId="1B0134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4C03">
              <w:rPr>
                <w:rFonts w:ascii="Corbel" w:hAnsi="Corbel"/>
                <w:b w:val="0"/>
                <w:szCs w:val="24"/>
              </w:rPr>
              <w:lastRenderedPageBreak/>
              <w:t>E</w:t>
            </w:r>
            <w:r>
              <w:rPr>
                <w:rFonts w:ascii="Corbel" w:hAnsi="Corbel"/>
                <w:b w:val="0"/>
                <w:szCs w:val="24"/>
              </w:rPr>
              <w:t>K_ 05</w:t>
            </w:r>
          </w:p>
        </w:tc>
        <w:tc>
          <w:tcPr>
            <w:tcW w:w="6096" w:type="dxa"/>
          </w:tcPr>
          <w:p w:rsidRPr="00E85B53" w:rsidR="00714C03" w:rsidP="00E85B53" w:rsidRDefault="003E616E" w14:paraId="183A3ECB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AA7A6A" w:rsidR="00AA7A6A">
              <w:rPr>
                <w:rFonts w:ascii="Corbel" w:hAnsi="Corbel"/>
                <w:b w:val="0"/>
                <w:smallCaps w:val="0"/>
                <w:szCs w:val="24"/>
              </w:rPr>
              <w:t>posiada podstawową wiedzę o człowieku jako podmiocie stosunków publicznoprawnych i prywatnoprawnych, jego prawach i obowiązkach oraz środkach i zasadach ochrony statusu jednostki;</w:t>
            </w:r>
          </w:p>
        </w:tc>
        <w:tc>
          <w:tcPr>
            <w:tcW w:w="1873" w:type="dxa"/>
          </w:tcPr>
          <w:p w:rsidR="00714C03" w:rsidP="00DE4D29" w:rsidRDefault="00714C03" w14:paraId="0D87B2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FA2B6D" w:rsidR="00EB4E4F" w:rsidTr="005E6E85" w14:paraId="72C2D713" w14:textId="77777777">
        <w:tc>
          <w:tcPr>
            <w:tcW w:w="1701" w:type="dxa"/>
          </w:tcPr>
          <w:p w:rsidRPr="00714C03" w:rsidR="00EB4E4F" w:rsidP="00DE4D29" w:rsidRDefault="00EB4E4F" w14:paraId="512D0D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714C03" w:rsidR="00EB4E4F" w:rsidP="00954244" w:rsidRDefault="00E85B53" w14:paraId="487052D2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AA7A6A" w:rsidR="00AA7A6A">
              <w:rPr>
                <w:rFonts w:ascii="Corbel" w:hAnsi="Corbel"/>
                <w:b w:val="0"/>
                <w:smallCaps w:val="0"/>
                <w:szCs w:val="24"/>
              </w:rPr>
              <w:t>otrafi prawidłowo identyfikować i  interpretować zjawiska prawne, społeczne, ekonomic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zne, polityczne i organizacyjne związane z zarządzaniem zasobami ludzkimi w administracji publicznej,</w:t>
            </w:r>
            <w:r w:rsidRPr="00AA7A6A" w:rsidR="00AA7A6A">
              <w:rPr>
                <w:rFonts w:ascii="Corbel" w:hAnsi="Corbel"/>
                <w:b w:val="0"/>
                <w:smallCaps w:val="0"/>
                <w:szCs w:val="24"/>
              </w:rPr>
              <w:t xml:space="preserve"> analizować ich powiązania z różnymi obszaram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działalności administracyjnej.</w:t>
            </w:r>
            <w:r>
              <w:t xml:space="preserve"> </w:t>
            </w:r>
          </w:p>
        </w:tc>
        <w:tc>
          <w:tcPr>
            <w:tcW w:w="1873" w:type="dxa"/>
          </w:tcPr>
          <w:p w:rsidR="00EB4E4F" w:rsidP="00DE4D29" w:rsidRDefault="005C2366" w14:paraId="182615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5C2366" w:rsidP="00DE4D29" w:rsidRDefault="005C2366" w14:paraId="081D9A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FA2B6D" w:rsidR="00E85B53" w:rsidTr="005E6E85" w14:paraId="77EE343A" w14:textId="77777777">
        <w:tc>
          <w:tcPr>
            <w:tcW w:w="1701" w:type="dxa"/>
          </w:tcPr>
          <w:p w:rsidR="00E85B53" w:rsidP="00DE4D29" w:rsidRDefault="00E85B53" w14:paraId="37C1EF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5B53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6096" w:type="dxa"/>
          </w:tcPr>
          <w:p w:rsidR="00E85B53" w:rsidP="00954244" w:rsidRDefault="00954244" w14:paraId="25FB0A5A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954244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zdobytej  wiedzy teoretycznej z dziedziny nauk administracyjnych do analizowania konkretnych procesów i zjawisk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dotyczących </w:t>
            </w:r>
            <w:r w:rsidRPr="00954244">
              <w:rPr>
                <w:rFonts w:ascii="Corbel" w:hAnsi="Corbel"/>
                <w:b w:val="0"/>
                <w:smallCaps w:val="0"/>
                <w:szCs w:val="24"/>
              </w:rPr>
              <w:t xml:space="preserve">zakresu prawa urzędniczego, organizacji systemu kadr administracji publicznej w Polsce. </w:t>
            </w:r>
          </w:p>
        </w:tc>
        <w:tc>
          <w:tcPr>
            <w:tcW w:w="1873" w:type="dxa"/>
          </w:tcPr>
          <w:p w:rsidR="00E85B53" w:rsidP="00DE4D29" w:rsidRDefault="00E85B53" w14:paraId="2AC8E4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5B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FA2B6D" w:rsidR="00A27353" w:rsidTr="005E6E85" w14:paraId="32985A28" w14:textId="77777777">
        <w:tc>
          <w:tcPr>
            <w:tcW w:w="1701" w:type="dxa"/>
          </w:tcPr>
          <w:p w:rsidR="00A27353" w:rsidP="00DE4D29" w:rsidRDefault="00E85B53" w14:paraId="085690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6096" w:type="dxa"/>
          </w:tcPr>
          <w:p w:rsidR="005A4DB1" w:rsidP="003E616E" w:rsidRDefault="00CE5B8A" w14:paraId="7BFFD7BA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B8A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2002ED">
              <w:rPr>
                <w:rFonts w:ascii="Corbel" w:hAnsi="Corbel"/>
                <w:b w:val="0"/>
                <w:smallCaps w:val="0"/>
                <w:szCs w:val="24"/>
              </w:rPr>
              <w:t>tudent</w:t>
            </w:r>
            <w:r w:rsidRPr="00CE5B8A">
              <w:rPr>
                <w:rFonts w:ascii="Corbel" w:hAnsi="Corbel"/>
                <w:b w:val="0"/>
                <w:smallCaps w:val="0"/>
                <w:szCs w:val="24"/>
              </w:rPr>
              <w:t xml:space="preserve"> potrafi posługiwać się podstawową wiedzą teoretyczną w celu analizowania, interpretowania oraz projektowania strategii </w:t>
            </w:r>
            <w:r w:rsidR="003E616E">
              <w:rPr>
                <w:rFonts w:ascii="Corbel" w:hAnsi="Corbel"/>
                <w:b w:val="0"/>
                <w:smallCaps w:val="0"/>
                <w:szCs w:val="24"/>
              </w:rPr>
              <w:t>zarządzania zasobami ludzkimi w administracji publicznej</w:t>
            </w:r>
            <w:r w:rsidRPr="00CE5B8A">
              <w:rPr>
                <w:rFonts w:ascii="Corbel" w:hAnsi="Corbel"/>
                <w:b w:val="0"/>
                <w:smallCaps w:val="0"/>
                <w:szCs w:val="24"/>
              </w:rPr>
              <w:t>, potrafi znaleźć rozwiązania konkretnych problemów pojawiających się w stosowaniu przepisów prawnych i prognozować przebieg ich rozwiązywania oraz przewidywać skutki planowanych działań;</w:t>
            </w:r>
          </w:p>
        </w:tc>
        <w:tc>
          <w:tcPr>
            <w:tcW w:w="1873" w:type="dxa"/>
          </w:tcPr>
          <w:p w:rsidR="00A27353" w:rsidP="00DE4D29" w:rsidRDefault="00A27353" w14:paraId="210407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E5B8A">
              <w:rPr>
                <w:rFonts w:ascii="Corbel" w:hAnsi="Corbel"/>
                <w:b w:val="0"/>
                <w:smallCaps w:val="0"/>
                <w:szCs w:val="24"/>
              </w:rPr>
              <w:t>_U05</w:t>
            </w:r>
          </w:p>
        </w:tc>
      </w:tr>
      <w:tr w:rsidRPr="00FA2B6D" w:rsidR="00DE4D29" w:rsidTr="00954244" w14:paraId="5ABFDA6C" w14:textId="77777777">
        <w:trPr>
          <w:trHeight w:val="2143"/>
        </w:trPr>
        <w:tc>
          <w:tcPr>
            <w:tcW w:w="1701" w:type="dxa"/>
          </w:tcPr>
          <w:p w:rsidRPr="00FA2B6D" w:rsidR="00DE4D29" w:rsidP="00DE4D29" w:rsidRDefault="00E85B53" w14:paraId="19C773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6096" w:type="dxa"/>
          </w:tcPr>
          <w:p w:rsidRPr="00E91085" w:rsidR="00936198" w:rsidP="00E91085" w:rsidRDefault="00CE5B8A" w14:paraId="13B2F71D" w14:textId="77777777">
            <w:pPr>
              <w:rPr>
                <w:rFonts w:ascii="Corbel" w:hAnsi="Corbel"/>
                <w:sz w:val="24"/>
                <w:szCs w:val="24"/>
              </w:rPr>
            </w:pPr>
            <w:r w:rsidRPr="00CE5B8A">
              <w:rPr>
                <w:rFonts w:ascii="Corbel" w:hAnsi="Corbel"/>
                <w:sz w:val="24"/>
                <w:szCs w:val="24"/>
              </w:rPr>
              <w:t>Student umie prowadzić debaty, potrafi samodzielnie przygotować prace pisemne oraz wystąpienia ustne i prezentacje multimedialne, poświęcone konkretnemu zagadnieniu z zakresu organizacji systemu kadr administracji publicznej w Polsce z wykorzystaniem ujęć teoretycznych, a także różnych źródeł;</w:t>
            </w:r>
          </w:p>
        </w:tc>
        <w:tc>
          <w:tcPr>
            <w:tcW w:w="1873" w:type="dxa"/>
          </w:tcPr>
          <w:p w:rsidRPr="00485565" w:rsidR="00DE4D29" w:rsidP="00485565" w:rsidRDefault="00CE5B8A" w14:paraId="53BED360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9108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K_U07</w:t>
            </w:r>
          </w:p>
        </w:tc>
      </w:tr>
      <w:tr w:rsidRPr="00FA2B6D" w:rsidR="00841ACC" w:rsidTr="00841ACC" w14:paraId="7815C105" w14:textId="77777777">
        <w:trPr>
          <w:trHeight w:val="1590"/>
        </w:trPr>
        <w:tc>
          <w:tcPr>
            <w:tcW w:w="1701" w:type="dxa"/>
          </w:tcPr>
          <w:p w:rsidR="00841ACC" w:rsidP="00DE4D29" w:rsidRDefault="00E85B53" w14:paraId="0D2B45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6096" w:type="dxa"/>
          </w:tcPr>
          <w:p w:rsidR="00CE5B8A" w:rsidP="00AC431E" w:rsidRDefault="00841ACC" w14:paraId="500A281D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2002ED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CE5B8A" w:rsidR="00CE5B8A">
              <w:rPr>
                <w:rFonts w:ascii="Corbel" w:hAnsi="Corbel"/>
                <w:b w:val="0"/>
                <w:smallCaps w:val="0"/>
                <w:szCs w:val="24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73" w:type="dxa"/>
          </w:tcPr>
          <w:p w:rsidR="00841ACC" w:rsidP="00DE4D29" w:rsidRDefault="008B2A75" w14:paraId="30B1CD08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A75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Pr="00AC431E" w:rsidR="00841ACC" w:rsidP="00DE4D29" w:rsidRDefault="00841ACC" w14:paraId="30138659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FA2B6D" w:rsidR="00841ACC" w:rsidTr="003E616E" w14:paraId="34DA033A" w14:textId="77777777">
        <w:trPr>
          <w:trHeight w:val="1530"/>
        </w:trPr>
        <w:tc>
          <w:tcPr>
            <w:tcW w:w="1701" w:type="dxa"/>
          </w:tcPr>
          <w:p w:rsidR="00841ACC" w:rsidP="00DE4D29" w:rsidRDefault="008B2A75" w14:paraId="759AE1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</w:t>
            </w:r>
            <w:r w:rsidR="00E85B53"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6096" w:type="dxa"/>
          </w:tcPr>
          <w:p w:rsidR="00A74478" w:rsidP="002002ED" w:rsidRDefault="008B2A75" w14:paraId="51DB9207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2002ED"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A744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74478" w:rsidR="00A74478">
              <w:rPr>
                <w:rFonts w:ascii="Corbel" w:hAnsi="Corbel"/>
                <w:b w:val="0"/>
                <w:smallCaps w:val="0"/>
                <w:szCs w:val="24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73" w:type="dxa"/>
          </w:tcPr>
          <w:p w:rsidR="00841ACC" w:rsidP="00DE4D29" w:rsidRDefault="00A74478" w14:paraId="6F7DF387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D736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K_K06</w:t>
            </w:r>
          </w:p>
          <w:p w:rsidRPr="00F96D65" w:rsidR="009B3E77" w:rsidP="00DE4D29" w:rsidRDefault="009B3E77" w14:paraId="4DF46BD7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:rsidRPr="00564FF0" w:rsidR="00936198" w:rsidP="00564FF0" w:rsidRDefault="00936198" w14:paraId="2ABAA608" w14:textId="7777777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936198" w:rsidP="009C54AE" w:rsidRDefault="00936198" w14:paraId="5580523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36198" w:rsidP="009C54AE" w:rsidRDefault="00936198" w14:paraId="36DE71C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P="009C54AE" w:rsidRDefault="00675843" w14:paraId="0EC0A84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>3.3</w:t>
      </w:r>
      <w:r w:rsidRPr="00707B20" w:rsidR="001D7B54">
        <w:rPr>
          <w:rFonts w:ascii="Corbel" w:hAnsi="Corbel"/>
          <w:b/>
          <w:sz w:val="24"/>
          <w:szCs w:val="24"/>
        </w:rPr>
        <w:t xml:space="preserve"> </w:t>
      </w:r>
      <w:r w:rsidRPr="00707B20" w:rsidR="0085747A">
        <w:rPr>
          <w:rFonts w:ascii="Corbel" w:hAnsi="Corbel"/>
          <w:b/>
          <w:sz w:val="24"/>
          <w:szCs w:val="24"/>
        </w:rPr>
        <w:t>T</w:t>
      </w:r>
      <w:r w:rsidRPr="00707B20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707B20" w:rsidR="007327BD">
        <w:rPr>
          <w:rFonts w:ascii="Corbel" w:hAnsi="Corbel"/>
          <w:b/>
          <w:sz w:val="24"/>
          <w:szCs w:val="24"/>
        </w:rPr>
        <w:t xml:space="preserve">  </w:t>
      </w:r>
    </w:p>
    <w:p w:rsidRPr="00707B20" w:rsidR="00707B20" w:rsidP="009C54AE" w:rsidRDefault="00707B20" w14:paraId="1005823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366B4A" w:rsidR="00366B4A" w:rsidP="00366B4A" w:rsidRDefault="00366B4A" w14:paraId="3E615591" w14:textId="77777777">
      <w:pPr>
        <w:pStyle w:val="Akapitzlist"/>
        <w:numPr>
          <w:ilvl w:val="0"/>
          <w:numId w:val="11"/>
        </w:numPr>
        <w:rPr>
          <w:rFonts w:ascii="Corbel" w:hAnsi="Corbel"/>
          <w:sz w:val="24"/>
          <w:szCs w:val="24"/>
        </w:rPr>
      </w:pPr>
      <w:r w:rsidRPr="00366B4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FA2B6D" w:rsidR="00675843" w:rsidP="009C54AE" w:rsidRDefault="00675843" w14:paraId="371C707F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A2B6D" w:rsidR="00670380" w:rsidTr="003B3BDE" w14:paraId="02FD8ED8" w14:textId="77777777">
        <w:tc>
          <w:tcPr>
            <w:tcW w:w="9639" w:type="dxa"/>
          </w:tcPr>
          <w:p w:rsidRPr="00FA2B6D" w:rsidR="00670380" w:rsidP="003B3BDE" w:rsidRDefault="00670380" w14:paraId="5914834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A2B6D" w:rsidR="00670380" w:rsidTr="003B3BDE" w14:paraId="283FFDBF" w14:textId="77777777">
        <w:tc>
          <w:tcPr>
            <w:tcW w:w="9639" w:type="dxa"/>
          </w:tcPr>
          <w:p w:rsidRPr="00FA2B6D" w:rsidR="00670380" w:rsidP="00DE021F" w:rsidRDefault="000C218C" w14:paraId="545DA99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 xml:space="preserve">Pojęcie misji i służby publicznej. </w:t>
            </w:r>
            <w:r w:rsidR="0020541C">
              <w:rPr>
                <w:rFonts w:ascii="Corbel" w:hAnsi="Corbel"/>
                <w:sz w:val="24"/>
                <w:szCs w:val="24"/>
              </w:rPr>
              <w:t>Geneza, p</w:t>
            </w:r>
            <w:r w:rsidRPr="00FA2B6D">
              <w:rPr>
                <w:rFonts w:ascii="Corbel" w:hAnsi="Corbel"/>
                <w:sz w:val="24"/>
                <w:szCs w:val="24"/>
              </w:rPr>
              <w:t xml:space="preserve">ojęcie </w:t>
            </w:r>
            <w:r w:rsidRPr="00FA2B6D" w:rsidR="00DE021F">
              <w:rPr>
                <w:rFonts w:ascii="Corbel" w:hAnsi="Corbel"/>
                <w:sz w:val="24"/>
                <w:szCs w:val="24"/>
              </w:rPr>
              <w:t xml:space="preserve">i zakres </w:t>
            </w:r>
            <w:r w:rsidR="0020541C">
              <w:rPr>
                <w:rFonts w:ascii="Corbel" w:hAnsi="Corbel"/>
                <w:sz w:val="24"/>
                <w:szCs w:val="24"/>
              </w:rPr>
              <w:t>prawa urzędniczego w Polsce.</w:t>
            </w:r>
          </w:p>
        </w:tc>
      </w:tr>
      <w:tr w:rsidRPr="00FA2B6D" w:rsidR="00670380" w:rsidTr="003B3BDE" w14:paraId="37ADF016" w14:textId="77777777">
        <w:tc>
          <w:tcPr>
            <w:tcW w:w="9639" w:type="dxa"/>
          </w:tcPr>
          <w:p w:rsidRPr="00FA2B6D" w:rsidR="00670380" w:rsidP="003B3BDE" w:rsidRDefault="0020541C" w14:paraId="39F6447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Specyfika kadr administracji publicznej.  Zarządzanie zasobami ludzkimi w administracji publicznej.</w:t>
            </w:r>
          </w:p>
        </w:tc>
      </w:tr>
      <w:tr w:rsidRPr="00FA2B6D" w:rsidR="00670380" w:rsidTr="003B3BDE" w14:paraId="0530163D" w14:textId="77777777">
        <w:tc>
          <w:tcPr>
            <w:tcW w:w="9639" w:type="dxa"/>
          </w:tcPr>
          <w:p w:rsidRPr="00FA2B6D" w:rsidR="00670380" w:rsidP="00DE021F" w:rsidRDefault="0020541C" w14:paraId="26E047D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Proces zarządzanie zasobami ludzkimi w administracji publicznej. Podmioty odpowiedzialne za sprawy kadrowe i ich zadania.</w:t>
            </w:r>
          </w:p>
        </w:tc>
      </w:tr>
      <w:tr w:rsidRPr="00FA2B6D" w:rsidR="00670380" w:rsidTr="003B3BDE" w14:paraId="2D6DBAD8" w14:textId="77777777">
        <w:tc>
          <w:tcPr>
            <w:tcW w:w="9639" w:type="dxa"/>
          </w:tcPr>
          <w:p w:rsidRPr="00FA2B6D" w:rsidR="00670380" w:rsidP="000C218C" w:rsidRDefault="00670380" w14:paraId="20D1D8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Pr="00FA2B6D" w:rsidR="000C218C">
              <w:rPr>
                <w:rFonts w:ascii="Corbel" w:hAnsi="Corbel"/>
                <w:sz w:val="24"/>
                <w:szCs w:val="24"/>
              </w:rPr>
              <w:t xml:space="preserve">systemu kadr administracji </w:t>
            </w:r>
            <w:r w:rsidRPr="00FA2B6D">
              <w:rPr>
                <w:rFonts w:ascii="Corbel" w:hAnsi="Corbel"/>
                <w:sz w:val="24"/>
                <w:szCs w:val="24"/>
              </w:rPr>
              <w:t xml:space="preserve">Polsce.  </w:t>
            </w:r>
          </w:p>
        </w:tc>
      </w:tr>
      <w:tr w:rsidRPr="00FA2B6D" w:rsidR="00670380" w:rsidTr="003B3BDE" w14:paraId="2326F7B2" w14:textId="77777777">
        <w:tc>
          <w:tcPr>
            <w:tcW w:w="9639" w:type="dxa"/>
          </w:tcPr>
          <w:p w:rsidRPr="00FA2B6D" w:rsidR="00670380" w:rsidP="003B3BDE" w:rsidRDefault="00DF75F0" w14:paraId="65A5C29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Priorytety i kierunki działań polityki kadrowej w systemie administracji publicznej w Polsce.</w:t>
            </w:r>
          </w:p>
        </w:tc>
      </w:tr>
      <w:tr w:rsidRPr="00FA2B6D" w:rsidR="00670380" w:rsidTr="0020541C" w14:paraId="77E0A241" w14:textId="77777777">
        <w:trPr>
          <w:trHeight w:val="420"/>
        </w:trPr>
        <w:tc>
          <w:tcPr>
            <w:tcW w:w="9639" w:type="dxa"/>
          </w:tcPr>
          <w:p w:rsidRPr="00954244" w:rsidR="00670380" w:rsidP="00954244" w:rsidRDefault="0020541C" w14:paraId="28F91D2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Model służby publicznej. Polski  model jako przykład modelu mieszanego.</w:t>
            </w:r>
          </w:p>
        </w:tc>
      </w:tr>
      <w:tr w:rsidRPr="00FA2B6D" w:rsidR="00C76E02" w:rsidTr="003B3BDE" w14:paraId="27F758C8" w14:textId="77777777">
        <w:tc>
          <w:tcPr>
            <w:tcW w:w="9639" w:type="dxa"/>
          </w:tcPr>
          <w:p w:rsidRPr="00FA2B6D" w:rsidR="00C76E02" w:rsidP="00954244" w:rsidRDefault="00C76E02" w14:paraId="7FBD9B2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244">
              <w:rPr>
                <w:rFonts w:ascii="Corbel" w:hAnsi="Corbel"/>
                <w:sz w:val="24"/>
                <w:szCs w:val="24"/>
              </w:rPr>
              <w:t>Prawa i obowiązki pracowników administracji publicznej.</w:t>
            </w:r>
            <w:r w:rsidR="009542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4244">
              <w:rPr>
                <w:rFonts w:ascii="Corbel" w:hAnsi="Corbel"/>
                <w:sz w:val="24"/>
                <w:szCs w:val="24"/>
              </w:rPr>
              <w:t>Odpowiedzialność urzędnicza.</w:t>
            </w:r>
          </w:p>
        </w:tc>
      </w:tr>
      <w:tr w:rsidRPr="00FA2B6D" w:rsidR="00954244" w:rsidTr="003B3BDE" w14:paraId="455E9CD2" w14:textId="77777777">
        <w:tc>
          <w:tcPr>
            <w:tcW w:w="9639" w:type="dxa"/>
          </w:tcPr>
          <w:p w:rsidRPr="0020541C" w:rsidR="0020541C" w:rsidP="0020541C" w:rsidRDefault="0020541C" w14:paraId="5715AA2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Podstawy i formy zatrudnienia w służbie publicznej.</w:t>
            </w:r>
          </w:p>
          <w:p w:rsidRPr="00954244" w:rsidR="00954244" w:rsidP="0020541C" w:rsidRDefault="0020541C" w14:paraId="752C73A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Nabory i konkursy w służbie publicznej. Modele selekcji</w:t>
            </w:r>
          </w:p>
        </w:tc>
      </w:tr>
      <w:tr w:rsidRPr="00FA2B6D" w:rsidR="00954244" w:rsidTr="003B3BDE" w14:paraId="458F29D9" w14:textId="77777777">
        <w:tc>
          <w:tcPr>
            <w:tcW w:w="9639" w:type="dxa"/>
          </w:tcPr>
          <w:p w:rsidRPr="00954244" w:rsidR="00954244" w:rsidP="00954244" w:rsidRDefault="0020541C" w14:paraId="59B3108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Szkolenie i rozwój pracowników administracji. Oceny pracownicze. Ustanie i zmiana stosunku pracy pracowników administracji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A2B6D" w:rsidR="00954244" w:rsidTr="003B3BDE" w14:paraId="19BE0C21" w14:textId="77777777">
        <w:tc>
          <w:tcPr>
            <w:tcW w:w="9639" w:type="dxa"/>
          </w:tcPr>
          <w:p w:rsidRPr="00954244" w:rsidR="00954244" w:rsidP="00954244" w:rsidRDefault="0020541C" w14:paraId="204532E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Patologie w służbie publicznej a etyka służby publicznej</w:t>
            </w:r>
          </w:p>
        </w:tc>
      </w:tr>
      <w:tr w:rsidRPr="00FA2B6D" w:rsidR="00954244" w:rsidTr="003B3BDE" w14:paraId="0863C08B" w14:textId="77777777">
        <w:tc>
          <w:tcPr>
            <w:tcW w:w="9639" w:type="dxa"/>
          </w:tcPr>
          <w:p w:rsidRPr="00954244" w:rsidR="00954244" w:rsidP="00954244" w:rsidRDefault="0020541C" w14:paraId="2AE4036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Rola Krajowej Szkoły Administracji Publicznej w tworzeniu profesjonalnych kadr administracji publicznej.</w:t>
            </w:r>
          </w:p>
        </w:tc>
      </w:tr>
    </w:tbl>
    <w:p w:rsidRPr="00FA2B6D" w:rsidR="0085747A" w:rsidP="009C54AE" w:rsidRDefault="0085747A" w14:paraId="75DE4F7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A2B6D" w:rsidR="0085747A" w:rsidP="009C54AE" w:rsidRDefault="0085747A" w14:paraId="1FC6419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07B20" w:rsidR="0085747A" w:rsidP="009C54AE" w:rsidRDefault="009F4610" w14:paraId="13CF3F8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3.4 Metody dydaktyczne </w:t>
      </w:r>
    </w:p>
    <w:p w:rsidRPr="00FA2B6D" w:rsidR="0085747A" w:rsidP="009C54AE" w:rsidRDefault="0085747A" w14:paraId="10C614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54244" w:rsidR="002E5FD1" w:rsidP="00954244" w:rsidRDefault="0020541C" w14:paraId="1A0E9F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0541C">
        <w:rPr>
          <w:rFonts w:ascii="Corbel" w:hAnsi="Corbel"/>
          <w:b w:val="0"/>
          <w:smallCaps w:val="0"/>
          <w:szCs w:val="24"/>
        </w:rPr>
        <w:t>prezentacja multimedialna</w:t>
      </w:r>
      <w:r w:rsidRPr="0020541C" w:rsidR="00B96CDD">
        <w:rPr>
          <w:rFonts w:ascii="Corbel" w:hAnsi="Corbel"/>
          <w:b w:val="0"/>
          <w:smallCaps w:val="0"/>
          <w:szCs w:val="24"/>
        </w:rPr>
        <w:t>, dyskusja, praca w grupach</w:t>
      </w:r>
      <w:r w:rsidR="000303AC">
        <w:rPr>
          <w:rFonts w:ascii="Corbel" w:hAnsi="Corbel"/>
          <w:b w:val="0"/>
          <w:smallCaps w:val="0"/>
          <w:szCs w:val="24"/>
        </w:rPr>
        <w:t>,</w:t>
      </w:r>
      <w:r w:rsidRPr="0020541C">
        <w:rPr>
          <w:rFonts w:ascii="Corbel" w:hAnsi="Corbel"/>
          <w:b w:val="0"/>
          <w:smallCaps w:val="0"/>
          <w:szCs w:val="24"/>
        </w:rPr>
        <w:t xml:space="preserve"> </w:t>
      </w:r>
      <w:r w:rsidRPr="0020541C" w:rsidR="00B96CDD">
        <w:rPr>
          <w:rFonts w:ascii="Corbel" w:hAnsi="Corbel"/>
          <w:b w:val="0"/>
          <w:smallCaps w:val="0"/>
          <w:szCs w:val="24"/>
        </w:rPr>
        <w:t>analiza przypadków</w:t>
      </w:r>
    </w:p>
    <w:p w:rsidR="002E5FD1" w:rsidP="009C54AE" w:rsidRDefault="002E5FD1" w14:paraId="3E086DF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E5FD1" w:rsidP="002E5FD1" w:rsidRDefault="00C61DC5" w14:paraId="646ED55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 </w:t>
      </w:r>
      <w:r w:rsidRPr="00707B20" w:rsidR="0085747A">
        <w:rPr>
          <w:rFonts w:ascii="Corbel" w:hAnsi="Corbel"/>
          <w:smallCaps w:val="0"/>
          <w:szCs w:val="24"/>
        </w:rPr>
        <w:t>METODY I KRYTERIA OCENY</w:t>
      </w:r>
      <w:r w:rsidRPr="00707B20" w:rsidR="009F4610">
        <w:rPr>
          <w:rFonts w:ascii="Corbel" w:hAnsi="Corbel"/>
          <w:smallCaps w:val="0"/>
          <w:szCs w:val="24"/>
        </w:rPr>
        <w:t xml:space="preserve"> </w:t>
      </w:r>
    </w:p>
    <w:p w:rsidRPr="00707B20" w:rsidR="0085747A" w:rsidP="009C54AE" w:rsidRDefault="0085747A" w14:paraId="0AFAA70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4.1 Sposoby weryfikacji efektów </w:t>
      </w:r>
      <w:r w:rsidRPr="00707B20" w:rsidR="00C05F44">
        <w:rPr>
          <w:rFonts w:ascii="Corbel" w:hAnsi="Corbel"/>
          <w:smallCaps w:val="0"/>
          <w:szCs w:val="24"/>
        </w:rPr>
        <w:t>uczenia się</w:t>
      </w:r>
    </w:p>
    <w:p w:rsidRPr="00FA2B6D" w:rsidR="0085747A" w:rsidP="009C54AE" w:rsidRDefault="0085747A" w14:paraId="4CE64AC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FA2B6D" w:rsidR="001126AF" w:rsidTr="363C2CC4" w14:paraId="3E05C951" w14:textId="77777777">
        <w:tc>
          <w:tcPr>
            <w:tcW w:w="1985" w:type="dxa"/>
            <w:tcMar/>
            <w:vAlign w:val="center"/>
          </w:tcPr>
          <w:p w:rsidRPr="00FA2B6D" w:rsidR="001126AF" w:rsidP="00FB065A" w:rsidRDefault="001126AF" w14:paraId="39D068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FA2B6D" w:rsidR="001126AF" w:rsidP="00FB065A" w:rsidRDefault="001126AF" w14:paraId="0B3667D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FA2B6D" w:rsidR="001126AF" w:rsidP="00FB065A" w:rsidRDefault="001126AF" w14:paraId="4139838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FA2B6D" w:rsidR="001126AF" w:rsidP="00FB065A" w:rsidRDefault="001126AF" w14:paraId="5676F01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FA2B6D" w:rsidR="001126AF" w:rsidP="00FB065A" w:rsidRDefault="001126AF" w14:paraId="2BE652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A2B6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2B6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FA2B6D" w:rsidR="001126AF" w:rsidTr="363C2CC4" w14:paraId="64764E1D" w14:textId="77777777">
        <w:tc>
          <w:tcPr>
            <w:tcW w:w="1985" w:type="dxa"/>
            <w:tcMar/>
          </w:tcPr>
          <w:p w:rsidRPr="00FA2B6D" w:rsidR="001126AF" w:rsidP="00FB065A" w:rsidRDefault="001126AF" w14:paraId="7F090A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tcMar/>
          </w:tcPr>
          <w:p w:rsidRPr="00FA2B6D" w:rsidR="001126AF" w:rsidP="363C2CC4" w:rsidRDefault="00872BC3" w14:paraId="18F34D81" w14:textId="1AF9D5B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63C2CC4" w:rsidR="550C87AB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z oceną</w:t>
            </w:r>
            <w:r w:rsidRPr="363C2CC4" w:rsidR="00872BC3">
              <w:rPr>
                <w:rFonts w:ascii="Corbel" w:hAnsi="Corbel"/>
                <w:b w:val="0"/>
                <w:bCs w:val="0"/>
                <w:caps w:val="0"/>
                <w:smallCaps w:val="0"/>
              </w:rPr>
              <w:t>, obserwacja w trakcie zajęć</w:t>
            </w:r>
          </w:p>
        </w:tc>
        <w:tc>
          <w:tcPr>
            <w:tcW w:w="2126" w:type="dxa"/>
            <w:tcMar/>
          </w:tcPr>
          <w:p w:rsidRPr="00FA2B6D" w:rsidR="001126AF" w:rsidP="000303AC" w:rsidRDefault="000303AC" w14:paraId="48F119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FA2B6D" w:rsidR="000303AC" w:rsidTr="363C2CC4" w14:paraId="13D14A20" w14:textId="77777777">
        <w:tc>
          <w:tcPr>
            <w:tcW w:w="1985" w:type="dxa"/>
            <w:tcMar/>
          </w:tcPr>
          <w:p w:rsidRPr="00FA2B6D" w:rsidR="000303AC" w:rsidP="00B71236" w:rsidRDefault="000303AC" w14:paraId="299FAD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FA2B6D" w:rsidR="000303AC" w:rsidP="363C2CC4" w:rsidRDefault="000303AC" w14:paraId="6DD15C66" w14:textId="1974A93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63C2CC4" w:rsidR="727FAD53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z oceną</w:t>
            </w:r>
            <w:r w:rsidRPr="363C2CC4" w:rsidR="000303A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obserwacja w trakcie zajęć</w:t>
            </w:r>
          </w:p>
        </w:tc>
        <w:tc>
          <w:tcPr>
            <w:tcW w:w="2126" w:type="dxa"/>
            <w:tcMar/>
          </w:tcPr>
          <w:p w:rsidR="000303AC" w:rsidP="000303AC" w:rsidRDefault="000303AC" w14:paraId="13D2AA05" w14:textId="77777777">
            <w:pPr>
              <w:jc w:val="center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Pr="00FA2B6D" w:rsidR="000303AC" w:rsidTr="363C2CC4" w14:paraId="041BDE83" w14:textId="77777777">
        <w:tc>
          <w:tcPr>
            <w:tcW w:w="1985" w:type="dxa"/>
            <w:tcMar/>
          </w:tcPr>
          <w:p w:rsidRPr="00FA2B6D" w:rsidR="000303AC" w:rsidP="00FB065A" w:rsidRDefault="000303AC" w14:paraId="5F156B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Mar/>
          </w:tcPr>
          <w:p w:rsidR="000303AC" w:rsidP="363C2CC4" w:rsidRDefault="000303AC" w14:paraId="53DBC15D" w14:textId="70EDB13A">
            <w:pPr>
              <w:pStyle w:val="Normalny"/>
              <w:rPr>
                <w:sz w:val="28"/>
                <w:szCs w:val="28"/>
              </w:rPr>
            </w:pPr>
            <w:r w:rsidRPr="363C2CC4" w:rsidR="4526C792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z oceną</w:t>
            </w:r>
            <w:r w:rsidRPr="363C2CC4" w:rsidR="000303AC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Mar/>
          </w:tcPr>
          <w:p w:rsidR="000303AC" w:rsidP="000303AC" w:rsidRDefault="000303AC" w14:paraId="3095F66F" w14:textId="77777777">
            <w:pPr>
              <w:jc w:val="center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Pr="00FA2B6D" w:rsidR="000303AC" w:rsidTr="363C2CC4" w14:paraId="7A891C63" w14:textId="77777777">
        <w:tc>
          <w:tcPr>
            <w:tcW w:w="1985" w:type="dxa"/>
            <w:tcMar/>
          </w:tcPr>
          <w:p w:rsidRPr="00FA2B6D" w:rsidR="000303AC" w:rsidP="00FB065A" w:rsidRDefault="000303AC" w14:paraId="3C3407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Mar/>
          </w:tcPr>
          <w:p w:rsidR="000303AC" w:rsidP="363C2CC4" w:rsidRDefault="000303AC" w14:paraId="330DD783" w14:textId="3B359292">
            <w:pPr>
              <w:pStyle w:val="Normalny"/>
              <w:rPr>
                <w:sz w:val="28"/>
                <w:szCs w:val="28"/>
              </w:rPr>
            </w:pPr>
            <w:r w:rsidRPr="363C2CC4" w:rsidR="0FDDC75E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z oceną</w:t>
            </w:r>
            <w:r w:rsidRPr="363C2CC4" w:rsidR="000303AC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Mar/>
          </w:tcPr>
          <w:p w:rsidR="000303AC" w:rsidP="000303AC" w:rsidRDefault="000303AC" w14:paraId="35117A2F" w14:textId="77777777">
            <w:pPr>
              <w:jc w:val="center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Pr="00FA2B6D" w:rsidR="000303AC" w:rsidTr="363C2CC4" w14:paraId="774B58FB" w14:textId="77777777">
        <w:tc>
          <w:tcPr>
            <w:tcW w:w="1985" w:type="dxa"/>
            <w:tcMar/>
          </w:tcPr>
          <w:p w:rsidRPr="00FA2B6D" w:rsidR="000303AC" w:rsidP="00FB065A" w:rsidRDefault="000303AC" w14:paraId="7912EE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Mar/>
          </w:tcPr>
          <w:p w:rsidR="000303AC" w:rsidP="1A788830" w:rsidRDefault="000303AC" w14:paraId="6652FF4E" w14:textId="77777777" w14:noSpellErr="1">
            <w:pPr>
              <w:rPr>
                <w:sz w:val="28"/>
                <w:szCs w:val="28"/>
              </w:rPr>
            </w:pPr>
            <w:r w:rsidRPr="1A788830" w:rsidR="000303AC">
              <w:rPr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="000303AC" w:rsidP="000303AC" w:rsidRDefault="000303AC" w14:paraId="19193678" w14:textId="77777777">
            <w:pPr>
              <w:jc w:val="center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Pr="00FA2B6D" w:rsidR="000303AC" w:rsidTr="363C2CC4" w14:paraId="383CA5F4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0303AC" w:rsidP="005C5E87" w:rsidRDefault="000303AC" w14:paraId="20A188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363C2CC4" w:rsidRDefault="000303AC" w14:paraId="70041EB2" w14:textId="76CD46B5">
            <w:pPr>
              <w:pStyle w:val="Normalny"/>
              <w:rPr>
                <w:sz w:val="28"/>
                <w:szCs w:val="28"/>
              </w:rPr>
            </w:pPr>
            <w:r w:rsidRPr="363C2CC4" w:rsidR="295A5CE1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z oceną</w:t>
            </w:r>
            <w:r w:rsidRPr="363C2CC4" w:rsidR="000303AC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000303AC" w:rsidRDefault="000303AC" w14:paraId="691A7D0F" w14:textId="77777777">
            <w:pPr>
              <w:jc w:val="center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Pr="00FA2B6D" w:rsidR="000303AC" w:rsidTr="363C2CC4" w14:paraId="1376E6C2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0303AC" w:rsidP="005C5E87" w:rsidRDefault="000303AC" w14:paraId="09B765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363C2CC4" w:rsidRDefault="000303AC" w14:paraId="5BAA5EEE" w14:textId="2F41555A">
            <w:pPr>
              <w:pStyle w:val="Normalny"/>
              <w:rPr>
                <w:sz w:val="28"/>
                <w:szCs w:val="28"/>
              </w:rPr>
            </w:pPr>
            <w:r w:rsidRPr="363C2CC4" w:rsidR="3E1A1EB3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z oceną</w:t>
            </w:r>
            <w:r w:rsidRPr="363C2CC4" w:rsidR="000303AC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000303AC" w:rsidRDefault="000303AC" w14:paraId="3208B790" w14:textId="77777777">
            <w:pPr>
              <w:jc w:val="center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Pr="00FA2B6D" w:rsidR="000303AC" w:rsidTr="363C2CC4" w14:paraId="687C6CB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0303AC" w:rsidP="005C5E87" w:rsidRDefault="000303AC" w14:paraId="537F52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08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363C2CC4" w:rsidRDefault="000303AC" w14:paraId="569F2AFE" w14:textId="1B5C6EAF">
            <w:pPr>
              <w:pStyle w:val="Normalny"/>
              <w:rPr>
                <w:sz w:val="28"/>
                <w:szCs w:val="28"/>
              </w:rPr>
            </w:pPr>
            <w:r w:rsidRPr="363C2CC4" w:rsidR="253DDCDB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z oceną</w:t>
            </w:r>
            <w:r w:rsidRPr="363C2CC4" w:rsidR="000303AC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000303AC" w:rsidRDefault="000303AC" w14:paraId="33413AE0" w14:textId="77777777">
            <w:pPr>
              <w:jc w:val="center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Pr="00FA2B6D" w:rsidR="000303AC" w:rsidTr="363C2CC4" w14:paraId="3C7E946D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0303AC" w:rsidP="005C5E87" w:rsidRDefault="000303AC" w14:paraId="086415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363C2CC4" w:rsidRDefault="000303AC" w14:paraId="028A781E" w14:textId="583AABE0">
            <w:pPr>
              <w:pStyle w:val="Normalny"/>
              <w:rPr>
                <w:sz w:val="28"/>
                <w:szCs w:val="28"/>
              </w:rPr>
            </w:pPr>
            <w:r w:rsidRPr="363C2CC4" w:rsidR="4E24B73C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z oceną</w:t>
            </w:r>
            <w:r w:rsidRPr="363C2CC4" w:rsidR="000303AC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000303AC" w:rsidRDefault="000303AC" w14:paraId="152EB912" w14:textId="77777777">
            <w:pPr>
              <w:jc w:val="center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="000303AC" w:rsidTr="363C2CC4" w14:paraId="63C99EBD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0303AC" w:rsidP="00A60DAF" w:rsidRDefault="000303AC" w14:paraId="5F10DC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363C2CC4" w:rsidRDefault="000303AC" w14:paraId="24E848EF" w14:textId="23F4B487">
            <w:pPr>
              <w:pStyle w:val="Normalny"/>
              <w:rPr>
                <w:sz w:val="28"/>
                <w:szCs w:val="28"/>
              </w:rPr>
            </w:pPr>
            <w:r w:rsidRPr="363C2CC4" w:rsidR="7DCCB67B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z oceną</w:t>
            </w:r>
            <w:r w:rsidRPr="363C2CC4" w:rsidR="000303AC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000303AC" w:rsidRDefault="000303AC" w14:paraId="7E42CD44" w14:textId="77777777">
            <w:pPr>
              <w:jc w:val="center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Pr="00FA2B6D" w:rsidR="000303AC" w:rsidTr="363C2CC4" w14:paraId="574FA387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0303AC" w:rsidP="005C5E87" w:rsidRDefault="000303AC" w14:paraId="48DBAE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363C2CC4" w:rsidRDefault="000303AC" w14:paraId="2EBD5A10" w14:textId="108F0587">
            <w:pPr>
              <w:pStyle w:val="Normalny"/>
              <w:rPr>
                <w:rFonts w:ascii="Calibri" w:hAnsi="Calibri" w:eastAsia="Calibri" w:cs="Times New Roman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63C2CC4" w:rsidR="0E8CA51D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z oceną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000303AC" w:rsidRDefault="000303AC" w14:paraId="3134F2B4" w14:textId="77777777">
            <w:pPr>
              <w:jc w:val="center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</w:tbl>
    <w:p w:rsidRPr="00FA2B6D" w:rsidR="00923D7D" w:rsidP="009C54AE" w:rsidRDefault="00923D7D" w14:paraId="25415E7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07B20" w:rsidR="0085747A" w:rsidP="009C54AE" w:rsidRDefault="003E1941" w14:paraId="57D1CEB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4.2 </w:t>
      </w:r>
      <w:r w:rsidRPr="00707B20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07B20" w:rsidR="00923D7D">
        <w:rPr>
          <w:rFonts w:ascii="Corbel" w:hAnsi="Corbel"/>
          <w:smallCaps w:val="0"/>
          <w:szCs w:val="24"/>
        </w:rPr>
        <w:t xml:space="preserve"> </w:t>
      </w:r>
    </w:p>
    <w:p w:rsidRPr="00FA2B6D" w:rsidR="0041581B" w:rsidP="009C54AE" w:rsidRDefault="0041581B" w14:paraId="26F3903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A2B6D" w:rsidR="0041581B" w:rsidTr="3B0C4DE6" w14:paraId="593BD3B7" w14:textId="77777777">
        <w:tc>
          <w:tcPr>
            <w:tcW w:w="9670" w:type="dxa"/>
            <w:tcMar/>
          </w:tcPr>
          <w:p w:rsidRPr="00FA2B6D" w:rsidR="0041581B" w:rsidP="3B0C4DE6" w:rsidRDefault="00954244" w14:paraId="31BBF46D" w14:textId="7B607EB5">
            <w:pPr>
              <w:spacing w:before="0"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B0C4DE6" w:rsidR="0ED6B05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WARUNKIEM ZALICZENIA JEST UZYSKANIA POZYTYWNEJ OCENY. ZALICZENIE MA FORMĘ PISEMNĄ LUB USTNĄ I POLEGA NA ODPOWIEDZI NA ZADANE PYTANA. ZALICZENIE ZAWIERAĆ MOŻE PYTANIA TESTOWE, OTWARTE ORAZ PROBLEMY DO ROZWIĄZANIA. UZYSKANIE OCENY POZYTYWNEJ WYMAGA UDZIELENIA POPRAWNYCH ODPOWIEDZI NA PONAD 50% PYTAŃ. ZALICZENIE TRWA ŁĄCZNIE 1 GODZINĘ ZEGAROWĄ. W WYPADKU ZALICZENIA USTNEGO – 3 PYTANIA ZADAWANE PRZEZ EGZAMINATORA.</w:t>
            </w:r>
            <w:r w:rsidRPr="3B0C4DE6" w:rsidR="0ED6B059"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</w:p>
          <w:p w:rsidRPr="00FA2B6D" w:rsidR="0041581B" w:rsidP="3B0C4DE6" w:rsidRDefault="00954244" w14:paraId="68EFF94C" w14:textId="6536572F">
            <w:pPr>
              <w:spacing w:before="0"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3B0C4DE6" w:rsidR="0ED6B05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KRYTERIA OCENIANIA AKTUALNY STAN PRAWNY, KOMPLETNOŚĆ ODPOWIEDZI, POPRAWNA TERMINOLOGIA, WŁAŚCIWE ZASTOSOWANIE UZYSKANEJ WIEDZY. SKALA OCEN: BDB – POWYŻSZEJ 90%, PLUS DB – 81 – 89%, DB </w:t>
            </w:r>
            <w:proofErr w:type="gramStart"/>
            <w:r w:rsidRPr="3B0C4DE6" w:rsidR="0ED6B05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–  70</w:t>
            </w:r>
            <w:proofErr w:type="gramEnd"/>
            <w:r w:rsidRPr="3B0C4DE6" w:rsidR="0ED6B05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80%, PLUS DST – 61 -69%, DST – 50 – 60%, </w:t>
            </w:r>
            <w:proofErr w:type="gramStart"/>
            <w:r w:rsidRPr="3B0C4DE6" w:rsidR="0ED6B05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NDST.-</w:t>
            </w:r>
            <w:proofErr w:type="gramEnd"/>
            <w:r w:rsidRPr="3B0C4DE6" w:rsidR="0ED6B05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PONIŻEJ 50 %</w:t>
            </w:r>
          </w:p>
        </w:tc>
      </w:tr>
    </w:tbl>
    <w:p w:rsidRPr="00FA2B6D" w:rsidR="00923D7D" w:rsidP="009C54AE" w:rsidRDefault="00923D7D" w14:paraId="6735FE0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FA2B6D" w:rsidR="0085747A" w:rsidP="009C54AE" w:rsidRDefault="0085747A" w14:paraId="1D5F37A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07B20" w:rsidR="009F4610" w:rsidP="009C54AE" w:rsidRDefault="0085747A" w14:paraId="68E5A9D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 xml:space="preserve">5. </w:t>
      </w:r>
      <w:r w:rsidRPr="00707B20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A2B6D" w:rsidR="0085747A" w:rsidP="009C54AE" w:rsidRDefault="0085747A" w14:paraId="4DB2CB6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FA2B6D" w:rsidR="0085747A" w:rsidTr="1A788830" w14:paraId="6B9737B2" w14:textId="77777777">
        <w:tc>
          <w:tcPr>
            <w:tcW w:w="4962" w:type="dxa"/>
            <w:tcMar/>
            <w:vAlign w:val="center"/>
          </w:tcPr>
          <w:p w:rsidRPr="00FA2B6D" w:rsidR="0085747A" w:rsidP="009C54AE" w:rsidRDefault="00C61DC5" w14:paraId="5F32A7E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Forma a</w:t>
            </w:r>
            <w:r w:rsidRPr="00FA2B6D" w:rsidR="0085747A">
              <w:rPr>
                <w:rFonts w:ascii="Corbel" w:hAnsi="Corbel"/>
                <w:sz w:val="24"/>
                <w:szCs w:val="24"/>
              </w:rPr>
              <w:t>ktywnoś</w:t>
            </w:r>
            <w:r w:rsidRPr="00FA2B6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FA2B6D" w:rsidR="0085747A" w:rsidP="009C54AE" w:rsidRDefault="00C61DC5" w14:paraId="35612A0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Średnia l</w:t>
            </w:r>
            <w:r w:rsidRPr="00FA2B6D" w:rsidR="0085747A">
              <w:rPr>
                <w:rFonts w:ascii="Corbel" w:hAnsi="Corbel"/>
                <w:sz w:val="24"/>
                <w:szCs w:val="24"/>
              </w:rPr>
              <w:t>iczba godzin</w:t>
            </w:r>
            <w:r w:rsidRPr="00FA2B6D" w:rsidR="007162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2B6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Pr="00FA2B6D" w:rsidR="006A6B6B" w:rsidTr="1A788830" w14:paraId="7CB769E0" w14:textId="77777777">
        <w:tc>
          <w:tcPr>
            <w:tcW w:w="4962" w:type="dxa"/>
            <w:tcMar/>
          </w:tcPr>
          <w:p w:rsidRPr="00FA2B6D" w:rsidR="006A6B6B" w:rsidP="006A6B6B" w:rsidRDefault="006A6B6B" w14:paraId="234094FD" w14:textId="14F024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A788830" w:rsidR="337C906B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Pr="1A788830" w:rsidR="703B5820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1A788830" w:rsidR="337C906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Mar/>
          </w:tcPr>
          <w:p w:rsidRPr="00FA2B6D" w:rsidR="006A6B6B" w:rsidP="006A6B6B" w:rsidRDefault="00954244" w14:paraId="7FA061FB" w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Pr="00FA2B6D" w:rsidR="006A6B6B" w:rsidP="006A6B6B" w:rsidRDefault="006A6B6B" w14:paraId="46DBE39A" w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FA2B6D" w:rsidR="006A6B6B" w:rsidTr="1A788830" w14:paraId="30807EAB" w14:textId="77777777">
        <w:tc>
          <w:tcPr>
            <w:tcW w:w="4962" w:type="dxa"/>
            <w:tcMar/>
          </w:tcPr>
          <w:p w:rsidRPr="00FA2B6D" w:rsidR="006A6B6B" w:rsidP="006A6B6B" w:rsidRDefault="006A6B6B" w14:paraId="2365BB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FA2B6D" w:rsidR="006A6B6B" w:rsidP="006A6B6B" w:rsidRDefault="006A6B6B" w14:paraId="10E634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FA2B6D" w:rsidR="006A6B6B" w:rsidP="006A6B6B" w:rsidRDefault="002864EF" w14:paraId="6A75490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FA2B6D" w:rsidR="006A6B6B" w:rsidTr="1A788830" w14:paraId="6A224965" w14:textId="77777777">
        <w:tc>
          <w:tcPr>
            <w:tcW w:w="4962" w:type="dxa"/>
            <w:tcMar/>
          </w:tcPr>
          <w:p w:rsidRPr="00FA2B6D" w:rsidR="006A6B6B" w:rsidP="006A6B6B" w:rsidRDefault="006A6B6B" w14:paraId="4C8845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A2B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A2B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FA2B6D" w:rsidR="006A6B6B" w:rsidP="006A6B6B" w:rsidRDefault="006A6B6B" w14:paraId="22D0E9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FA2B6D" w:rsidR="006A6B6B" w:rsidP="006A6B6B" w:rsidRDefault="002F30E6" w14:paraId="438BED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FA2B6D" w:rsidR="006A6B6B" w:rsidTr="1A788830" w14:paraId="487EF1ED" w14:textId="77777777">
        <w:tc>
          <w:tcPr>
            <w:tcW w:w="4962" w:type="dxa"/>
            <w:tcMar/>
          </w:tcPr>
          <w:p w:rsidRPr="00FA2B6D" w:rsidR="006A6B6B" w:rsidP="006A6B6B" w:rsidRDefault="006A6B6B" w14:paraId="40668C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FA2B6D" w:rsidR="006A6B6B" w:rsidP="002864EF" w:rsidRDefault="002864EF" w14:paraId="393BDC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FA2B6D" w:rsidR="006A6B6B" w:rsidTr="1A788830" w14:paraId="1AEFBC99" w14:textId="77777777">
        <w:tc>
          <w:tcPr>
            <w:tcW w:w="4962" w:type="dxa"/>
            <w:tcMar/>
          </w:tcPr>
          <w:p w:rsidRPr="00FA2B6D" w:rsidR="006A6B6B" w:rsidP="00CC4B02" w:rsidRDefault="006A6B6B" w14:paraId="4913F248" w14:textId="77777777">
            <w:pPr>
              <w:pStyle w:val="Akapitzlist"/>
              <w:tabs>
                <w:tab w:val="left" w:pos="88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FA2B6D" w:rsidR="006A6B6B" w:rsidP="006A6B6B" w:rsidRDefault="006A6B6B" w14:paraId="1D427E3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FA2B6D" w:rsidR="0085747A" w:rsidP="009C54AE" w:rsidRDefault="00923D7D" w14:paraId="7A23062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2B6D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FA2B6D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FA2B6D" w:rsidR="003E1941" w:rsidP="009C54AE" w:rsidRDefault="003E1941" w14:paraId="2CB01EC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07B20" w:rsidR="0085747A" w:rsidP="1A788830" w:rsidRDefault="0071620A" w14:paraId="7B9A5218" w14:textId="326F4F71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1A788830" w:rsidR="0071620A">
        <w:rPr>
          <w:rFonts w:ascii="Corbel" w:hAnsi="Corbel"/>
          <w:caps w:val="0"/>
          <w:smallCaps w:val="0"/>
        </w:rPr>
        <w:t xml:space="preserve">6. </w:t>
      </w:r>
      <w:r w:rsidRPr="1A788830" w:rsidR="0085747A">
        <w:rPr>
          <w:rFonts w:ascii="Corbel" w:hAnsi="Corbel"/>
          <w:caps w:val="0"/>
          <w:smallCaps w:val="0"/>
        </w:rPr>
        <w:t>PRAKTYKI ZAWODOWE W RAMACH PRZEDMIOTU</w:t>
      </w:r>
    </w:p>
    <w:p w:rsidRPr="00FA2B6D" w:rsidR="0085747A" w:rsidP="009C54AE" w:rsidRDefault="0085747A" w14:paraId="6A4C68B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FA2B6D" w:rsidR="0085747A" w:rsidTr="1A788830" w14:paraId="2D6BA9D3" w14:textId="77777777">
        <w:trPr>
          <w:trHeight w:val="397"/>
        </w:trPr>
        <w:tc>
          <w:tcPr>
            <w:tcW w:w="3544" w:type="dxa"/>
            <w:tcMar/>
          </w:tcPr>
          <w:p w:rsidRPr="00FA2B6D" w:rsidR="0085747A" w:rsidP="009C54AE" w:rsidRDefault="0085747A" w14:paraId="10591F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FA2B6D" w:rsidR="0085747A" w:rsidP="1A788830" w:rsidRDefault="0085747A" w14:paraId="46184DC0" w14:textId="774E749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A788830" w:rsidR="733C748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FA2B6D" w:rsidR="0085747A" w:rsidTr="1A788830" w14:paraId="17823D30" w14:textId="77777777">
        <w:trPr>
          <w:trHeight w:val="397"/>
        </w:trPr>
        <w:tc>
          <w:tcPr>
            <w:tcW w:w="3544" w:type="dxa"/>
            <w:tcMar/>
          </w:tcPr>
          <w:p w:rsidRPr="00FA2B6D" w:rsidR="0085747A" w:rsidP="009C54AE" w:rsidRDefault="0085747A" w14:paraId="165ECC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FA2B6D" w:rsidR="0085747A" w:rsidP="1A788830" w:rsidRDefault="0085747A" w14:paraId="4DE2F949" w14:textId="591C701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A788830" w:rsidR="532B08C6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FA2B6D" w:rsidR="003E1941" w:rsidP="009C54AE" w:rsidRDefault="003E1941" w14:paraId="7A7221D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07B20" w:rsidR="0085747A" w:rsidP="009C54AE" w:rsidRDefault="00675843" w14:paraId="0789394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7. </w:t>
      </w:r>
      <w:r w:rsidRPr="00707B20" w:rsidR="0085747A">
        <w:rPr>
          <w:rFonts w:ascii="Corbel" w:hAnsi="Corbel"/>
          <w:smallCaps w:val="0"/>
          <w:szCs w:val="24"/>
        </w:rPr>
        <w:t>LITERATURA</w:t>
      </w:r>
      <w:r w:rsidRPr="00707B20">
        <w:rPr>
          <w:rFonts w:ascii="Corbel" w:hAnsi="Corbel"/>
          <w:smallCaps w:val="0"/>
          <w:szCs w:val="24"/>
        </w:rPr>
        <w:t xml:space="preserve"> </w:t>
      </w:r>
    </w:p>
    <w:p w:rsidRPr="00FA2B6D" w:rsidR="0085747A" w:rsidP="00707B20" w:rsidRDefault="0085747A" w14:paraId="3667428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FA2B6D" w:rsidR="00670380" w:rsidTr="1A788830" w14:paraId="18A23F38" w14:textId="77777777">
        <w:trPr>
          <w:trHeight w:val="397"/>
        </w:trPr>
        <w:tc>
          <w:tcPr>
            <w:tcW w:w="7513" w:type="dxa"/>
            <w:tcMar/>
          </w:tcPr>
          <w:p w:rsidRPr="00FA2B6D" w:rsidR="00707B20" w:rsidP="1A788830" w:rsidRDefault="00670380" w14:paraId="326FA71C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1A788830" w:rsidR="00670380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1A788830" w:rsidP="1A788830" w:rsidRDefault="1A788830" w14:paraId="78F86FBD" w14:textId="79934476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FA2B6D" w:rsidR="00670380" w:rsidP="00670380" w:rsidRDefault="00670380" w14:paraId="006A98E5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 w:rsidRPr="00FA2B6D">
              <w:rPr>
                <w:rFonts w:ascii="Corbel" w:hAnsi="Corbel"/>
                <w:b w:val="0"/>
                <w:smallCaps w:val="0"/>
                <w:szCs w:val="24"/>
              </w:rPr>
              <w:t>Stelina</w:t>
            </w:r>
            <w:proofErr w:type="spellEnd"/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2B6D">
              <w:rPr>
                <w:rFonts w:ascii="Corbel" w:hAnsi="Corbel"/>
                <w:b w:val="0"/>
                <w:i/>
                <w:smallCaps w:val="0"/>
                <w:szCs w:val="24"/>
              </w:rPr>
              <w:t>Prawo urzędnicze</w:t>
            </w:r>
            <w:r w:rsidRPr="00FA2B6D">
              <w:rPr>
                <w:rFonts w:ascii="Corbel" w:hAnsi="Corbel"/>
                <w:b w:val="0"/>
                <w:smallCaps w:val="0"/>
                <w:szCs w:val="24"/>
              </w:rPr>
              <w:t>, C. H. Beck, Warszawa 2017</w:t>
            </w:r>
          </w:p>
          <w:p w:rsidRPr="00FA2B6D" w:rsidR="00F74618" w:rsidP="00F74618" w:rsidRDefault="006A221A" w14:paraId="147833C1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M. Niziołek, D. </w:t>
            </w:r>
            <w:proofErr w:type="spellStart"/>
            <w:r w:rsidRPr="00FA2B6D">
              <w:rPr>
                <w:rFonts w:ascii="Corbel" w:hAnsi="Corbel"/>
                <w:b w:val="0"/>
                <w:smallCaps w:val="0"/>
                <w:szCs w:val="24"/>
              </w:rPr>
              <w:t>Sześciło</w:t>
            </w:r>
            <w:proofErr w:type="spellEnd"/>
            <w:r w:rsidRPr="00FA2B6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Pr="00FA2B6D" w:rsidR="00F74618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 w administracji publicznej</w:t>
            </w:r>
            <w:r w:rsidRPr="00FA2B6D" w:rsidR="00F74618">
              <w:rPr>
                <w:rFonts w:ascii="Corbel" w:hAnsi="Corbel"/>
                <w:b w:val="0"/>
                <w:smallCaps w:val="0"/>
                <w:szCs w:val="24"/>
              </w:rPr>
              <w:t xml:space="preserve">, w: Dawid </w:t>
            </w:r>
            <w:proofErr w:type="spellStart"/>
            <w:r w:rsidRPr="00FA2B6D" w:rsidR="00F74618">
              <w:rPr>
                <w:rFonts w:ascii="Corbel" w:hAnsi="Corbel"/>
                <w:b w:val="0"/>
                <w:smallCaps w:val="0"/>
                <w:szCs w:val="24"/>
              </w:rPr>
              <w:t>Sześciło</w:t>
            </w:r>
            <w:proofErr w:type="spellEnd"/>
            <w:r w:rsidRPr="00FA2B6D" w:rsidR="00F74618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FA2B6D" w:rsidR="00F74618">
              <w:rPr>
                <w:rFonts w:ascii="Corbel" w:hAnsi="Corbel"/>
                <w:b w:val="0"/>
                <w:i/>
                <w:smallCaps w:val="0"/>
                <w:szCs w:val="24"/>
              </w:rPr>
              <w:t>Administracja i zarządzanie publiczne. Nauka o współczesnej administracji</w:t>
            </w:r>
            <w:r w:rsidRPr="00FA2B6D" w:rsidR="00F7461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2B6D" w:rsidR="00F7461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Stowarzyszenie Absolwentów Wydziału Prawa i Administracji UW, 2014</w:t>
            </w:r>
          </w:p>
          <w:p w:rsidRPr="00AA390B" w:rsidR="00AA390B" w:rsidP="1A788830" w:rsidRDefault="00AA390B" w14:paraId="62662D2F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1A788830" w:rsidR="6DBAAD38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Pr="00AA390B" w:rsidR="00AA390B" w:rsidP="00AA390B" w:rsidRDefault="006D4F52" w14:paraId="04E040A7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>T. Górzyńska,  Polskie prawo urzędnicze – kryzys tożsamości?, C. H. Beck, Warszawa 2016</w:t>
            </w:r>
          </w:p>
          <w:p w:rsidRPr="00AA390B" w:rsidR="00AA390B" w:rsidP="00AA390B" w:rsidRDefault="006D4F52" w14:paraId="2A1CF6EC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>Płażek</w:t>
            </w:r>
            <w:proofErr w:type="spellEnd"/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>, Nabory i konkursy w służbie publicznej, Wolters Kluwer, Warszawa 2017</w:t>
            </w:r>
          </w:p>
          <w:p w:rsidRPr="00AA390B" w:rsidR="00AA390B" w:rsidP="00AA390B" w:rsidRDefault="006D4F52" w14:paraId="343994AD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>A. Jezierska-Markocka,  M. Markocki, Służba cywilna. Stosunek pracy, zarządzanie zasobami ludzkimi, Wydawnictwo CH Beck, Warszawa 2016</w:t>
            </w:r>
          </w:p>
          <w:p w:rsidRPr="00AA390B" w:rsidR="00AA390B" w:rsidP="00AA390B" w:rsidRDefault="006D4F52" w14:paraId="20097BA1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</w:t>
            </w:r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>I.  Bogucka, T.  Pietrzykowski,  Etyka w administracji publicznej, Wolters Kluwer, Warszawa 2015</w:t>
            </w:r>
          </w:p>
          <w:p w:rsidRPr="00AA390B" w:rsidR="00AA390B" w:rsidP="00AA390B" w:rsidRDefault="006D4F52" w14:paraId="26D88D9B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5.</w:t>
            </w:r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proofErr w:type="spellStart"/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>Balcerzyk</w:t>
            </w:r>
            <w:proofErr w:type="spellEnd"/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 xml:space="preserve">, A. Bem, W. Karna, A. Kożuch, I. Marzec, P. </w:t>
            </w:r>
            <w:proofErr w:type="spellStart"/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>Ucieklak</w:t>
            </w:r>
            <w:proofErr w:type="spellEnd"/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>-Jeż, Zarządzanie zasobami ludzkimi w administracji samorządowej, Wrocław 2015</w:t>
            </w:r>
          </w:p>
          <w:p w:rsidRPr="00AA390B" w:rsidR="00AA390B" w:rsidP="00AA390B" w:rsidRDefault="006D4F52" w14:paraId="5CBD3D09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6.</w:t>
            </w:r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>Sidor-Rządkowska</w:t>
            </w:r>
            <w:proofErr w:type="spellEnd"/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 xml:space="preserve">, Zarządzanie zasobami ludzkimi w administracji publicznej: ocena i rozwój członków korpusu służby cywilnej, Warszawa 2013 </w:t>
            </w:r>
          </w:p>
          <w:p w:rsidRPr="00FA2B6D" w:rsidR="0018511A" w:rsidP="00AA390B" w:rsidRDefault="006D4F52" w14:paraId="62DB784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7.</w:t>
            </w:r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>Dubowik</w:t>
            </w:r>
            <w:proofErr w:type="spellEnd"/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>, Ł. Pi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sarczyk, Prawo urzędnicze, Lex</w:t>
            </w:r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 xml:space="preserve"> Wolters Kluwer business, Warszawa 2011</w:t>
            </w:r>
          </w:p>
        </w:tc>
      </w:tr>
    </w:tbl>
    <w:p w:rsidRPr="00FA2B6D" w:rsidR="0085747A" w:rsidP="009C54AE" w:rsidRDefault="0085747A" w14:paraId="236011C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A2B6D" w:rsidR="0085747A" w:rsidP="00F83B28" w:rsidRDefault="0085747A" w14:paraId="3795B463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FA2B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FA2B6D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26BF9" w:rsidP="00C16ABF" w:rsidRDefault="00526BF9" w14:paraId="4652CD98" w14:textId="77777777">
      <w:pPr>
        <w:spacing w:after="0" w:line="240" w:lineRule="auto"/>
      </w:pPr>
      <w:r>
        <w:separator/>
      </w:r>
    </w:p>
  </w:endnote>
  <w:endnote w:type="continuationSeparator" w:id="0">
    <w:p w:rsidR="00526BF9" w:rsidP="00C16ABF" w:rsidRDefault="00526BF9" w14:paraId="0F16E28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26BF9" w:rsidP="00C16ABF" w:rsidRDefault="00526BF9" w14:paraId="0BE81051" w14:textId="77777777">
      <w:pPr>
        <w:spacing w:after="0" w:line="240" w:lineRule="auto"/>
      </w:pPr>
      <w:r>
        <w:separator/>
      </w:r>
    </w:p>
  </w:footnote>
  <w:footnote w:type="continuationSeparator" w:id="0">
    <w:p w:rsidR="00526BF9" w:rsidP="00C16ABF" w:rsidRDefault="00526BF9" w14:paraId="3F85030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5C7142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23CD1"/>
    <w:multiLevelType w:val="hybridMultilevel"/>
    <w:tmpl w:val="A18C29B4"/>
    <w:lvl w:ilvl="0" w:tplc="E2FA0C82">
      <w:start w:val="1"/>
      <w:numFmt w:val="bullet"/>
      <w:lvlText w:val=""/>
      <w:lvlJc w:val="left"/>
      <w:pPr>
        <w:ind w:left="1429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797529"/>
    <w:multiLevelType w:val="hybridMultilevel"/>
    <w:tmpl w:val="0E9A867C"/>
    <w:lvl w:ilvl="0" w:tplc="E2FA0C82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07E7BDA"/>
    <w:multiLevelType w:val="hybridMultilevel"/>
    <w:tmpl w:val="673CF752"/>
    <w:lvl w:ilvl="0" w:tplc="04150005">
      <w:start w:val="1"/>
      <w:numFmt w:val="bullet"/>
      <w:lvlText w:val=""/>
      <w:lvlJc w:val="left"/>
      <w:pPr>
        <w:ind w:left="1575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hint="default" w:ascii="Wingdings" w:hAnsi="Wingdings"/>
      </w:rPr>
    </w:lvl>
  </w:abstractNum>
  <w:abstractNum w:abstractNumId="4" w15:restartNumberingAfterBreak="0">
    <w:nsid w:val="3A632801"/>
    <w:multiLevelType w:val="hybridMultilevel"/>
    <w:tmpl w:val="913C47CC"/>
    <w:lvl w:ilvl="0" w:tplc="2264D1E2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13BA7"/>
    <w:multiLevelType w:val="hybridMultilevel"/>
    <w:tmpl w:val="655CECBA"/>
    <w:lvl w:ilvl="0" w:tplc="E2FA0C82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535B1DBC"/>
    <w:multiLevelType w:val="hybridMultilevel"/>
    <w:tmpl w:val="BC4EB5E4"/>
    <w:lvl w:ilvl="0" w:tplc="E2FA0C82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E535004"/>
    <w:multiLevelType w:val="hybridMultilevel"/>
    <w:tmpl w:val="C87E2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40349"/>
    <w:multiLevelType w:val="hybridMultilevel"/>
    <w:tmpl w:val="8AC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FC560A"/>
    <w:multiLevelType w:val="hybridMultilevel"/>
    <w:tmpl w:val="1F08CD34"/>
    <w:lvl w:ilvl="0" w:tplc="E2FA0C82">
      <w:start w:val="1"/>
      <w:numFmt w:val="bullet"/>
      <w:lvlText w:val=""/>
      <w:lvlJc w:val="left"/>
      <w:pPr>
        <w:ind w:left="1245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hint="default" w:ascii="Wingdings" w:hAnsi="Wingdings"/>
      </w:rPr>
    </w:lvl>
  </w:abstractNum>
  <w:abstractNum w:abstractNumId="10" w15:restartNumberingAfterBreak="0">
    <w:nsid w:val="74262911"/>
    <w:multiLevelType w:val="hybridMultilevel"/>
    <w:tmpl w:val="33747070"/>
    <w:lvl w:ilvl="0" w:tplc="E2FA0C82">
      <w:start w:val="1"/>
      <w:numFmt w:val="bullet"/>
      <w:lvlText w:val=""/>
      <w:lvlJc w:val="left"/>
      <w:pPr>
        <w:ind w:left="159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0"/>
  </w:num>
  <w:num w:numId="8">
    <w:abstractNumId w:val="5"/>
  </w:num>
  <w:num w:numId="9">
    <w:abstractNumId w:val="0"/>
  </w:num>
  <w:num w:numId="10">
    <w:abstractNumId w:val="9"/>
  </w:num>
  <w:num w:numId="11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191"/>
    <w:rsid w:val="00022ECE"/>
    <w:rsid w:val="000259AA"/>
    <w:rsid w:val="000303AC"/>
    <w:rsid w:val="00042A51"/>
    <w:rsid w:val="00042D2E"/>
    <w:rsid w:val="00044C82"/>
    <w:rsid w:val="00065178"/>
    <w:rsid w:val="00070ED6"/>
    <w:rsid w:val="00071185"/>
    <w:rsid w:val="00072725"/>
    <w:rsid w:val="000742DC"/>
    <w:rsid w:val="00084C12"/>
    <w:rsid w:val="0009462C"/>
    <w:rsid w:val="00094B12"/>
    <w:rsid w:val="00096638"/>
    <w:rsid w:val="00096C46"/>
    <w:rsid w:val="000A296F"/>
    <w:rsid w:val="000A2A28"/>
    <w:rsid w:val="000B05E6"/>
    <w:rsid w:val="000B192D"/>
    <w:rsid w:val="000B1A6A"/>
    <w:rsid w:val="000B28EE"/>
    <w:rsid w:val="000B3E37"/>
    <w:rsid w:val="000B72AE"/>
    <w:rsid w:val="000C218C"/>
    <w:rsid w:val="000C7DBA"/>
    <w:rsid w:val="000D04B0"/>
    <w:rsid w:val="000D0DE4"/>
    <w:rsid w:val="000F1C57"/>
    <w:rsid w:val="000F5615"/>
    <w:rsid w:val="000F7258"/>
    <w:rsid w:val="001126A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9EA"/>
    <w:rsid w:val="00170CBB"/>
    <w:rsid w:val="001718A7"/>
    <w:rsid w:val="001737CF"/>
    <w:rsid w:val="00176083"/>
    <w:rsid w:val="0018511A"/>
    <w:rsid w:val="00192F37"/>
    <w:rsid w:val="001A70D2"/>
    <w:rsid w:val="001B3A34"/>
    <w:rsid w:val="001B3EDD"/>
    <w:rsid w:val="001D5E8A"/>
    <w:rsid w:val="001D657B"/>
    <w:rsid w:val="001D748C"/>
    <w:rsid w:val="001D7B54"/>
    <w:rsid w:val="001E0209"/>
    <w:rsid w:val="001E2B80"/>
    <w:rsid w:val="001F1518"/>
    <w:rsid w:val="001F2CA2"/>
    <w:rsid w:val="002002ED"/>
    <w:rsid w:val="002035B0"/>
    <w:rsid w:val="0020541C"/>
    <w:rsid w:val="002054C5"/>
    <w:rsid w:val="002144C0"/>
    <w:rsid w:val="0022477D"/>
    <w:rsid w:val="002278A9"/>
    <w:rsid w:val="0023194A"/>
    <w:rsid w:val="002336F9"/>
    <w:rsid w:val="0024028F"/>
    <w:rsid w:val="00244ABC"/>
    <w:rsid w:val="002452C9"/>
    <w:rsid w:val="0025279C"/>
    <w:rsid w:val="00270AEE"/>
    <w:rsid w:val="00281FF2"/>
    <w:rsid w:val="002857DE"/>
    <w:rsid w:val="002860E3"/>
    <w:rsid w:val="002864EF"/>
    <w:rsid w:val="00291567"/>
    <w:rsid w:val="00297BA0"/>
    <w:rsid w:val="002A22BF"/>
    <w:rsid w:val="002A2389"/>
    <w:rsid w:val="002A5CE2"/>
    <w:rsid w:val="002A671D"/>
    <w:rsid w:val="002A7F12"/>
    <w:rsid w:val="002B4D55"/>
    <w:rsid w:val="002B5EA0"/>
    <w:rsid w:val="002B6119"/>
    <w:rsid w:val="002C1F06"/>
    <w:rsid w:val="002C41CF"/>
    <w:rsid w:val="002D3375"/>
    <w:rsid w:val="002D73D4"/>
    <w:rsid w:val="002E5FD1"/>
    <w:rsid w:val="002F02A3"/>
    <w:rsid w:val="002F0C00"/>
    <w:rsid w:val="002F30E6"/>
    <w:rsid w:val="002F4ABE"/>
    <w:rsid w:val="003018BA"/>
    <w:rsid w:val="0030395F"/>
    <w:rsid w:val="003057EE"/>
    <w:rsid w:val="00305C92"/>
    <w:rsid w:val="00307553"/>
    <w:rsid w:val="00310C3D"/>
    <w:rsid w:val="003151C5"/>
    <w:rsid w:val="003343CF"/>
    <w:rsid w:val="00346FE9"/>
    <w:rsid w:val="0034759A"/>
    <w:rsid w:val="00350300"/>
    <w:rsid w:val="003503F6"/>
    <w:rsid w:val="00351880"/>
    <w:rsid w:val="003530DD"/>
    <w:rsid w:val="00363F78"/>
    <w:rsid w:val="00366B4A"/>
    <w:rsid w:val="00381FDF"/>
    <w:rsid w:val="003A0A5B"/>
    <w:rsid w:val="003A1176"/>
    <w:rsid w:val="003A6F49"/>
    <w:rsid w:val="003B14E3"/>
    <w:rsid w:val="003C0BAE"/>
    <w:rsid w:val="003C753A"/>
    <w:rsid w:val="003D108A"/>
    <w:rsid w:val="003D18A9"/>
    <w:rsid w:val="003D3E09"/>
    <w:rsid w:val="003D6CE2"/>
    <w:rsid w:val="003D702B"/>
    <w:rsid w:val="003E1941"/>
    <w:rsid w:val="003E2FE6"/>
    <w:rsid w:val="003E49D5"/>
    <w:rsid w:val="003E616E"/>
    <w:rsid w:val="003F38C0"/>
    <w:rsid w:val="00414E3C"/>
    <w:rsid w:val="0041581B"/>
    <w:rsid w:val="0042076D"/>
    <w:rsid w:val="0042244A"/>
    <w:rsid w:val="0042745A"/>
    <w:rsid w:val="004305D4"/>
    <w:rsid w:val="00431D5C"/>
    <w:rsid w:val="00434300"/>
    <w:rsid w:val="004362C6"/>
    <w:rsid w:val="00437FA2"/>
    <w:rsid w:val="00445373"/>
    <w:rsid w:val="00445970"/>
    <w:rsid w:val="00461EFC"/>
    <w:rsid w:val="004620B6"/>
    <w:rsid w:val="004652C2"/>
    <w:rsid w:val="00470504"/>
    <w:rsid w:val="004706D1"/>
    <w:rsid w:val="00471326"/>
    <w:rsid w:val="0047598D"/>
    <w:rsid w:val="004840FD"/>
    <w:rsid w:val="00485565"/>
    <w:rsid w:val="00490F7D"/>
    <w:rsid w:val="00491678"/>
    <w:rsid w:val="004968E2"/>
    <w:rsid w:val="004A2838"/>
    <w:rsid w:val="004A3EEA"/>
    <w:rsid w:val="004A4D1F"/>
    <w:rsid w:val="004C690A"/>
    <w:rsid w:val="004D43DF"/>
    <w:rsid w:val="004D5282"/>
    <w:rsid w:val="004E7B49"/>
    <w:rsid w:val="004F081A"/>
    <w:rsid w:val="004F1551"/>
    <w:rsid w:val="004F2BBF"/>
    <w:rsid w:val="004F55A3"/>
    <w:rsid w:val="0050496F"/>
    <w:rsid w:val="00513B6F"/>
    <w:rsid w:val="00517C63"/>
    <w:rsid w:val="00526BF9"/>
    <w:rsid w:val="0053578D"/>
    <w:rsid w:val="005363C4"/>
    <w:rsid w:val="00536BDE"/>
    <w:rsid w:val="00543ACC"/>
    <w:rsid w:val="0055054E"/>
    <w:rsid w:val="005639F3"/>
    <w:rsid w:val="00564FF0"/>
    <w:rsid w:val="0056696D"/>
    <w:rsid w:val="00572785"/>
    <w:rsid w:val="00590EC0"/>
    <w:rsid w:val="0059484D"/>
    <w:rsid w:val="00594EDE"/>
    <w:rsid w:val="005A0855"/>
    <w:rsid w:val="005A3196"/>
    <w:rsid w:val="005A4DB1"/>
    <w:rsid w:val="005A5E6C"/>
    <w:rsid w:val="005B0E32"/>
    <w:rsid w:val="005B547F"/>
    <w:rsid w:val="005C080F"/>
    <w:rsid w:val="005C2366"/>
    <w:rsid w:val="005C55E5"/>
    <w:rsid w:val="005C696A"/>
    <w:rsid w:val="005E6E85"/>
    <w:rsid w:val="005F31D2"/>
    <w:rsid w:val="005F596F"/>
    <w:rsid w:val="0061029B"/>
    <w:rsid w:val="006114DF"/>
    <w:rsid w:val="00611B5D"/>
    <w:rsid w:val="006155FA"/>
    <w:rsid w:val="00617230"/>
    <w:rsid w:val="00621CE1"/>
    <w:rsid w:val="00627FC9"/>
    <w:rsid w:val="00637FA9"/>
    <w:rsid w:val="00647FA8"/>
    <w:rsid w:val="00650C5F"/>
    <w:rsid w:val="00654934"/>
    <w:rsid w:val="006620D9"/>
    <w:rsid w:val="00670380"/>
    <w:rsid w:val="00671958"/>
    <w:rsid w:val="00675843"/>
    <w:rsid w:val="0069155F"/>
    <w:rsid w:val="00696477"/>
    <w:rsid w:val="006A221A"/>
    <w:rsid w:val="006A6B6B"/>
    <w:rsid w:val="006B3E62"/>
    <w:rsid w:val="006B6045"/>
    <w:rsid w:val="006D050F"/>
    <w:rsid w:val="006D4A69"/>
    <w:rsid w:val="006D4F52"/>
    <w:rsid w:val="006D6139"/>
    <w:rsid w:val="006E1C15"/>
    <w:rsid w:val="006E5D65"/>
    <w:rsid w:val="006E71D8"/>
    <w:rsid w:val="006F1282"/>
    <w:rsid w:val="006F1FBC"/>
    <w:rsid w:val="006F315E"/>
    <w:rsid w:val="006F31E2"/>
    <w:rsid w:val="0070536A"/>
    <w:rsid w:val="00706544"/>
    <w:rsid w:val="007072BA"/>
    <w:rsid w:val="00707B20"/>
    <w:rsid w:val="00714C03"/>
    <w:rsid w:val="0071620A"/>
    <w:rsid w:val="00724677"/>
    <w:rsid w:val="00725459"/>
    <w:rsid w:val="00730478"/>
    <w:rsid w:val="007327BD"/>
    <w:rsid w:val="00734608"/>
    <w:rsid w:val="00745302"/>
    <w:rsid w:val="007461D6"/>
    <w:rsid w:val="00746EC8"/>
    <w:rsid w:val="00761AFC"/>
    <w:rsid w:val="00763BF1"/>
    <w:rsid w:val="00766FD4"/>
    <w:rsid w:val="00773F30"/>
    <w:rsid w:val="0078168C"/>
    <w:rsid w:val="00787C2A"/>
    <w:rsid w:val="00790E27"/>
    <w:rsid w:val="007A4022"/>
    <w:rsid w:val="007A50F5"/>
    <w:rsid w:val="007A6E6E"/>
    <w:rsid w:val="007B338D"/>
    <w:rsid w:val="007B3412"/>
    <w:rsid w:val="007B60C7"/>
    <w:rsid w:val="007B6D83"/>
    <w:rsid w:val="007C3299"/>
    <w:rsid w:val="007C3BCC"/>
    <w:rsid w:val="007C4546"/>
    <w:rsid w:val="007D6E56"/>
    <w:rsid w:val="007F4155"/>
    <w:rsid w:val="0081554D"/>
    <w:rsid w:val="0081707E"/>
    <w:rsid w:val="00820515"/>
    <w:rsid w:val="00837ABB"/>
    <w:rsid w:val="00841ACC"/>
    <w:rsid w:val="008440F4"/>
    <w:rsid w:val="008449B3"/>
    <w:rsid w:val="00845AC8"/>
    <w:rsid w:val="00847D23"/>
    <w:rsid w:val="0085747A"/>
    <w:rsid w:val="00865111"/>
    <w:rsid w:val="00872BC3"/>
    <w:rsid w:val="00884922"/>
    <w:rsid w:val="00884AE8"/>
    <w:rsid w:val="00885F64"/>
    <w:rsid w:val="008917F9"/>
    <w:rsid w:val="008A30AA"/>
    <w:rsid w:val="008A45F7"/>
    <w:rsid w:val="008B2A75"/>
    <w:rsid w:val="008C0CC0"/>
    <w:rsid w:val="008C19A9"/>
    <w:rsid w:val="008C379D"/>
    <w:rsid w:val="008C5147"/>
    <w:rsid w:val="008C5359"/>
    <w:rsid w:val="008C5363"/>
    <w:rsid w:val="008D3DFB"/>
    <w:rsid w:val="008D5779"/>
    <w:rsid w:val="008E64F4"/>
    <w:rsid w:val="008E6775"/>
    <w:rsid w:val="008F0097"/>
    <w:rsid w:val="008F12C9"/>
    <w:rsid w:val="008F6E29"/>
    <w:rsid w:val="009055D0"/>
    <w:rsid w:val="00916188"/>
    <w:rsid w:val="00923D7D"/>
    <w:rsid w:val="00930DF8"/>
    <w:rsid w:val="00936198"/>
    <w:rsid w:val="0094676A"/>
    <w:rsid w:val="009508DF"/>
    <w:rsid w:val="00950DAC"/>
    <w:rsid w:val="00951E81"/>
    <w:rsid w:val="00954244"/>
    <w:rsid w:val="00954A07"/>
    <w:rsid w:val="009825F8"/>
    <w:rsid w:val="009832B6"/>
    <w:rsid w:val="00985EC4"/>
    <w:rsid w:val="00993ED8"/>
    <w:rsid w:val="00997F14"/>
    <w:rsid w:val="009A0274"/>
    <w:rsid w:val="009A78D9"/>
    <w:rsid w:val="009B3E77"/>
    <w:rsid w:val="009B6BAE"/>
    <w:rsid w:val="009B6F73"/>
    <w:rsid w:val="009C3E31"/>
    <w:rsid w:val="009C54AE"/>
    <w:rsid w:val="009C61ED"/>
    <w:rsid w:val="009C6A57"/>
    <w:rsid w:val="009C788E"/>
    <w:rsid w:val="009E3B41"/>
    <w:rsid w:val="009F1808"/>
    <w:rsid w:val="009F3C5C"/>
    <w:rsid w:val="009F4610"/>
    <w:rsid w:val="00A00ECC"/>
    <w:rsid w:val="00A01346"/>
    <w:rsid w:val="00A07888"/>
    <w:rsid w:val="00A14B1E"/>
    <w:rsid w:val="00A155EE"/>
    <w:rsid w:val="00A2245B"/>
    <w:rsid w:val="00A27353"/>
    <w:rsid w:val="00A273FC"/>
    <w:rsid w:val="00A30110"/>
    <w:rsid w:val="00A35944"/>
    <w:rsid w:val="00A36899"/>
    <w:rsid w:val="00A371F6"/>
    <w:rsid w:val="00A43BF6"/>
    <w:rsid w:val="00A53FA5"/>
    <w:rsid w:val="00A54817"/>
    <w:rsid w:val="00A601C8"/>
    <w:rsid w:val="00A60799"/>
    <w:rsid w:val="00A74478"/>
    <w:rsid w:val="00A76770"/>
    <w:rsid w:val="00A84C85"/>
    <w:rsid w:val="00A97DE1"/>
    <w:rsid w:val="00AA390B"/>
    <w:rsid w:val="00AA7A6A"/>
    <w:rsid w:val="00AB053C"/>
    <w:rsid w:val="00AC431E"/>
    <w:rsid w:val="00AC48E9"/>
    <w:rsid w:val="00AD1146"/>
    <w:rsid w:val="00AD27D3"/>
    <w:rsid w:val="00AD66D6"/>
    <w:rsid w:val="00AE1160"/>
    <w:rsid w:val="00AE176B"/>
    <w:rsid w:val="00AE203C"/>
    <w:rsid w:val="00AE2E74"/>
    <w:rsid w:val="00AE4D58"/>
    <w:rsid w:val="00AE5FCB"/>
    <w:rsid w:val="00AF2C1E"/>
    <w:rsid w:val="00B06142"/>
    <w:rsid w:val="00B073EE"/>
    <w:rsid w:val="00B1160D"/>
    <w:rsid w:val="00B135B1"/>
    <w:rsid w:val="00B3130B"/>
    <w:rsid w:val="00B316F3"/>
    <w:rsid w:val="00B40ADB"/>
    <w:rsid w:val="00B43B77"/>
    <w:rsid w:val="00B43E80"/>
    <w:rsid w:val="00B556E4"/>
    <w:rsid w:val="00B560AE"/>
    <w:rsid w:val="00B607DB"/>
    <w:rsid w:val="00B66529"/>
    <w:rsid w:val="00B71236"/>
    <w:rsid w:val="00B75946"/>
    <w:rsid w:val="00B8056E"/>
    <w:rsid w:val="00B819C8"/>
    <w:rsid w:val="00B82308"/>
    <w:rsid w:val="00B90885"/>
    <w:rsid w:val="00B93A50"/>
    <w:rsid w:val="00B96CDD"/>
    <w:rsid w:val="00BB520A"/>
    <w:rsid w:val="00BC24E7"/>
    <w:rsid w:val="00BC595D"/>
    <w:rsid w:val="00BD3869"/>
    <w:rsid w:val="00BD66E9"/>
    <w:rsid w:val="00BD6FF4"/>
    <w:rsid w:val="00BE01D9"/>
    <w:rsid w:val="00BE129D"/>
    <w:rsid w:val="00BF2C41"/>
    <w:rsid w:val="00C05131"/>
    <w:rsid w:val="00C058B4"/>
    <w:rsid w:val="00C05BAB"/>
    <w:rsid w:val="00C05F44"/>
    <w:rsid w:val="00C12FC9"/>
    <w:rsid w:val="00C131B5"/>
    <w:rsid w:val="00C132BD"/>
    <w:rsid w:val="00C16ABF"/>
    <w:rsid w:val="00C170AE"/>
    <w:rsid w:val="00C26CB7"/>
    <w:rsid w:val="00C324C1"/>
    <w:rsid w:val="00C36992"/>
    <w:rsid w:val="00C376AB"/>
    <w:rsid w:val="00C42F17"/>
    <w:rsid w:val="00C56036"/>
    <w:rsid w:val="00C61DC5"/>
    <w:rsid w:val="00C67E92"/>
    <w:rsid w:val="00C70A26"/>
    <w:rsid w:val="00C76623"/>
    <w:rsid w:val="00C766DF"/>
    <w:rsid w:val="00C76E02"/>
    <w:rsid w:val="00C865C8"/>
    <w:rsid w:val="00C94B98"/>
    <w:rsid w:val="00CA2B96"/>
    <w:rsid w:val="00CA5089"/>
    <w:rsid w:val="00CA6F25"/>
    <w:rsid w:val="00CB7148"/>
    <w:rsid w:val="00CC087E"/>
    <w:rsid w:val="00CC4B02"/>
    <w:rsid w:val="00CC6D49"/>
    <w:rsid w:val="00CD6897"/>
    <w:rsid w:val="00CD74F2"/>
    <w:rsid w:val="00CE0571"/>
    <w:rsid w:val="00CE250D"/>
    <w:rsid w:val="00CE5B8A"/>
    <w:rsid w:val="00CE5BAC"/>
    <w:rsid w:val="00CF25BE"/>
    <w:rsid w:val="00CF5191"/>
    <w:rsid w:val="00CF78ED"/>
    <w:rsid w:val="00D00F6E"/>
    <w:rsid w:val="00D02B25"/>
    <w:rsid w:val="00D02EBA"/>
    <w:rsid w:val="00D05007"/>
    <w:rsid w:val="00D114F1"/>
    <w:rsid w:val="00D12A13"/>
    <w:rsid w:val="00D15ADD"/>
    <w:rsid w:val="00D17C3C"/>
    <w:rsid w:val="00D26B2C"/>
    <w:rsid w:val="00D352C9"/>
    <w:rsid w:val="00D369EE"/>
    <w:rsid w:val="00D41D24"/>
    <w:rsid w:val="00D425B2"/>
    <w:rsid w:val="00D428D6"/>
    <w:rsid w:val="00D552B2"/>
    <w:rsid w:val="00D608D1"/>
    <w:rsid w:val="00D63F16"/>
    <w:rsid w:val="00D64C5B"/>
    <w:rsid w:val="00D74119"/>
    <w:rsid w:val="00D8075B"/>
    <w:rsid w:val="00D8678B"/>
    <w:rsid w:val="00DA052A"/>
    <w:rsid w:val="00DA2114"/>
    <w:rsid w:val="00DA21CD"/>
    <w:rsid w:val="00DD228C"/>
    <w:rsid w:val="00DE021F"/>
    <w:rsid w:val="00DE09C0"/>
    <w:rsid w:val="00DE4A14"/>
    <w:rsid w:val="00DE4D29"/>
    <w:rsid w:val="00DF320D"/>
    <w:rsid w:val="00DF71C8"/>
    <w:rsid w:val="00DF75F0"/>
    <w:rsid w:val="00E1009C"/>
    <w:rsid w:val="00E129B8"/>
    <w:rsid w:val="00E20D83"/>
    <w:rsid w:val="00E21E7D"/>
    <w:rsid w:val="00E22FBC"/>
    <w:rsid w:val="00E24BF5"/>
    <w:rsid w:val="00E24E37"/>
    <w:rsid w:val="00E25338"/>
    <w:rsid w:val="00E4442C"/>
    <w:rsid w:val="00E51E44"/>
    <w:rsid w:val="00E63348"/>
    <w:rsid w:val="00E71644"/>
    <w:rsid w:val="00E74689"/>
    <w:rsid w:val="00E75ABF"/>
    <w:rsid w:val="00E77E88"/>
    <w:rsid w:val="00E8107D"/>
    <w:rsid w:val="00E810D9"/>
    <w:rsid w:val="00E85B53"/>
    <w:rsid w:val="00E91085"/>
    <w:rsid w:val="00E960BB"/>
    <w:rsid w:val="00EA2074"/>
    <w:rsid w:val="00EA4832"/>
    <w:rsid w:val="00EA4E9D"/>
    <w:rsid w:val="00EA6AAD"/>
    <w:rsid w:val="00EB4E4F"/>
    <w:rsid w:val="00EB62D7"/>
    <w:rsid w:val="00EC2A57"/>
    <w:rsid w:val="00EC2F34"/>
    <w:rsid w:val="00EC4899"/>
    <w:rsid w:val="00EC5E23"/>
    <w:rsid w:val="00ED03AB"/>
    <w:rsid w:val="00ED32D2"/>
    <w:rsid w:val="00ED736D"/>
    <w:rsid w:val="00EE1C97"/>
    <w:rsid w:val="00EE32DE"/>
    <w:rsid w:val="00EE5457"/>
    <w:rsid w:val="00EE6B8D"/>
    <w:rsid w:val="00EE7100"/>
    <w:rsid w:val="00EF2626"/>
    <w:rsid w:val="00EF5E51"/>
    <w:rsid w:val="00F070AB"/>
    <w:rsid w:val="00F17567"/>
    <w:rsid w:val="00F20062"/>
    <w:rsid w:val="00F27A7B"/>
    <w:rsid w:val="00F526AF"/>
    <w:rsid w:val="00F617C3"/>
    <w:rsid w:val="00F655F4"/>
    <w:rsid w:val="00F7066B"/>
    <w:rsid w:val="00F71599"/>
    <w:rsid w:val="00F74618"/>
    <w:rsid w:val="00F83B28"/>
    <w:rsid w:val="00F8776A"/>
    <w:rsid w:val="00F87A85"/>
    <w:rsid w:val="00F87FD6"/>
    <w:rsid w:val="00F96D65"/>
    <w:rsid w:val="00FA2B6D"/>
    <w:rsid w:val="00FA46E5"/>
    <w:rsid w:val="00FA7E17"/>
    <w:rsid w:val="00FB6BDE"/>
    <w:rsid w:val="00FB7DBA"/>
    <w:rsid w:val="00FC08CE"/>
    <w:rsid w:val="00FC1C25"/>
    <w:rsid w:val="00FC3F45"/>
    <w:rsid w:val="00FC6791"/>
    <w:rsid w:val="00FD23AE"/>
    <w:rsid w:val="00FD503F"/>
    <w:rsid w:val="00FD7589"/>
    <w:rsid w:val="00FD7F8F"/>
    <w:rsid w:val="00FE4304"/>
    <w:rsid w:val="00FE62BB"/>
    <w:rsid w:val="00FF016A"/>
    <w:rsid w:val="00FF1401"/>
    <w:rsid w:val="00FF5E7D"/>
    <w:rsid w:val="055F71F9"/>
    <w:rsid w:val="0E8CA51D"/>
    <w:rsid w:val="0ED6B059"/>
    <w:rsid w:val="0FDDC75E"/>
    <w:rsid w:val="1A788830"/>
    <w:rsid w:val="23F37137"/>
    <w:rsid w:val="2453D842"/>
    <w:rsid w:val="248F0107"/>
    <w:rsid w:val="253DDCDB"/>
    <w:rsid w:val="256CF59C"/>
    <w:rsid w:val="295A5CE1"/>
    <w:rsid w:val="337C906B"/>
    <w:rsid w:val="363C2CC4"/>
    <w:rsid w:val="388D175C"/>
    <w:rsid w:val="3B0C4DE6"/>
    <w:rsid w:val="3D782A30"/>
    <w:rsid w:val="3E1A1EB3"/>
    <w:rsid w:val="3FC9E6AD"/>
    <w:rsid w:val="4526C792"/>
    <w:rsid w:val="4E24B73C"/>
    <w:rsid w:val="532B08C6"/>
    <w:rsid w:val="550C87AB"/>
    <w:rsid w:val="6205C2A7"/>
    <w:rsid w:val="63294A20"/>
    <w:rsid w:val="6DBAAD38"/>
    <w:rsid w:val="703B5820"/>
    <w:rsid w:val="727FAD53"/>
    <w:rsid w:val="733C7484"/>
    <w:rsid w:val="7DCCB67B"/>
    <w:rsid w:val="7E00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49142"/>
  <w15:docId w15:val="{9E2B8C20-24A7-4111-9583-8936A540E3A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8F844-A8AB-4FBF-9BE3-A6005A5FD18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10</revision>
  <lastPrinted>2021-02-15T14:38:00.0000000Z</lastPrinted>
  <dcterms:created xsi:type="dcterms:W3CDTF">2021-12-12T15:54:00.0000000Z</dcterms:created>
  <dcterms:modified xsi:type="dcterms:W3CDTF">2022-01-21T09:46:41.4500385Z</dcterms:modified>
</coreProperties>
</file>